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86BA4C" w14:textId="39C3FDDF" w:rsidR="00D64016" w:rsidRDefault="00007070" w:rsidP="00007070">
      <w:pPr>
        <w:pStyle w:val="01Haupttitel"/>
      </w:pPr>
      <w:r>
        <w:t>Notfalldaten</w:t>
      </w:r>
      <w:bookmarkStart w:id="0" w:name="_Toc42756861"/>
      <w:r>
        <w:t xml:space="preserve"> fürs EPD</w:t>
      </w:r>
    </w:p>
    <w:p w14:paraId="2EEF2E14" w14:textId="5FB2E66B" w:rsidR="00D64016" w:rsidRDefault="00D64016" w:rsidP="00D64016">
      <w:pPr>
        <w:pStyle w:val="Textkrper"/>
      </w:pPr>
    </w:p>
    <w:p w14:paraId="6D3E785A" w14:textId="48149706" w:rsidR="00D64016" w:rsidRDefault="00D64016" w:rsidP="00D64016">
      <w:pPr>
        <w:pStyle w:val="Textkrper"/>
      </w:pPr>
      <w:r>
        <w:t xml:space="preserve">Füllen Sie dieses Formular möglichst umfassend ab und speichern Sie dieses in Ihr elektronisches Patientendossier. Ersetzen Sie dieses im EPD (neues ablegen, alte Version löschen), wenn </w:t>
      </w:r>
      <w:r w:rsidR="00544D21">
        <w:t xml:space="preserve">sich </w:t>
      </w:r>
      <w:r>
        <w:t>Angaben ändern.</w:t>
      </w:r>
    </w:p>
    <w:p w14:paraId="53D4488B" w14:textId="77777777" w:rsidR="00D64016" w:rsidRDefault="00D64016" w:rsidP="00D64016">
      <w:pPr>
        <w:pStyle w:val="Textkrper"/>
      </w:pPr>
    </w:p>
    <w:p w14:paraId="15427803" w14:textId="087C5EF8" w:rsidR="00007070" w:rsidRDefault="00007070" w:rsidP="00007070">
      <w:pPr>
        <w:pStyle w:val="01Haupttitel"/>
        <w:numPr>
          <w:ilvl w:val="0"/>
          <w:numId w:val="20"/>
        </w:numPr>
        <w:spacing w:line="240" w:lineRule="auto"/>
        <w:rPr>
          <w:sz w:val="22"/>
          <w:szCs w:val="22"/>
        </w:rPr>
      </w:pPr>
      <w:r w:rsidRPr="00D64016">
        <w:rPr>
          <w:sz w:val="22"/>
          <w:szCs w:val="22"/>
        </w:rPr>
        <w:t>Patientendaten</w:t>
      </w:r>
    </w:p>
    <w:p w14:paraId="2653F928" w14:textId="77777777" w:rsidR="00D64016" w:rsidRPr="00D64016" w:rsidRDefault="00D64016" w:rsidP="00D64016">
      <w:pPr>
        <w:pStyle w:val="01Haupttitel"/>
        <w:spacing w:line="240" w:lineRule="auto"/>
        <w:ind w:left="360"/>
        <w:rPr>
          <w:sz w:val="22"/>
          <w:szCs w:val="22"/>
        </w:rPr>
      </w:pPr>
    </w:p>
    <w:tbl>
      <w:tblPr>
        <w:tblStyle w:val="axsanaTabelle1"/>
        <w:tblW w:w="9411" w:type="dxa"/>
        <w:tblLook w:val="0600" w:firstRow="0" w:lastRow="0" w:firstColumn="0" w:lastColumn="0" w:noHBand="1" w:noVBand="1"/>
      </w:tblPr>
      <w:tblGrid>
        <w:gridCol w:w="3256"/>
        <w:gridCol w:w="6155"/>
      </w:tblGrid>
      <w:tr w:rsidR="00E83952" w14:paraId="10CC1EC7" w14:textId="77777777" w:rsidTr="41E908C7">
        <w:tc>
          <w:tcPr>
            <w:tcW w:w="3256" w:type="dxa"/>
          </w:tcPr>
          <w:bookmarkEnd w:id="0"/>
          <w:p w14:paraId="7BFD6AD0" w14:textId="30A16D34" w:rsidR="00E83952" w:rsidRPr="00007070" w:rsidRDefault="00007070" w:rsidP="00E83952">
            <w:pPr>
              <w:pStyle w:val="61Tabellentext"/>
              <w:rPr>
                <w:sz w:val="20"/>
                <w:szCs w:val="20"/>
              </w:rPr>
            </w:pPr>
            <w:r w:rsidRPr="00007070">
              <w:rPr>
                <w:sz w:val="20"/>
                <w:szCs w:val="20"/>
              </w:rPr>
              <w:t>Anrede</w:t>
            </w:r>
            <w:r w:rsidR="00E83952" w:rsidRPr="00007070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55" w:type="dxa"/>
          </w:tcPr>
          <w:p w14:paraId="34D785A7" w14:textId="6F6B5167" w:rsidR="00E83952" w:rsidRDefault="00E83952" w:rsidP="00E83952">
            <w:pPr>
              <w:pStyle w:val="61Tabellentext"/>
            </w:pPr>
          </w:p>
          <w:p w14:paraId="43F7B449" w14:textId="6875A672" w:rsidR="00E83952" w:rsidRDefault="00E83952" w:rsidP="00E83952">
            <w:pPr>
              <w:pStyle w:val="61Tabellentext"/>
            </w:pPr>
          </w:p>
        </w:tc>
      </w:tr>
      <w:tr w:rsidR="00E83952" w14:paraId="0634D93A" w14:textId="77777777" w:rsidTr="41E908C7">
        <w:tc>
          <w:tcPr>
            <w:tcW w:w="3256" w:type="dxa"/>
          </w:tcPr>
          <w:p w14:paraId="01C56BFF" w14:textId="53F43951" w:rsidR="00E83952" w:rsidRPr="00007070" w:rsidRDefault="00007070" w:rsidP="00E83952">
            <w:pPr>
              <w:pStyle w:val="61Tabellentext"/>
              <w:rPr>
                <w:sz w:val="20"/>
                <w:szCs w:val="20"/>
              </w:rPr>
            </w:pPr>
            <w:r w:rsidRPr="00007070">
              <w:rPr>
                <w:sz w:val="20"/>
                <w:szCs w:val="20"/>
              </w:rPr>
              <w:t>Name</w:t>
            </w:r>
          </w:p>
        </w:tc>
        <w:tc>
          <w:tcPr>
            <w:tcW w:w="6155" w:type="dxa"/>
          </w:tcPr>
          <w:p w14:paraId="714CEC2E" w14:textId="4562F83F" w:rsidR="00E83952" w:rsidRDefault="00E83952" w:rsidP="00E83952">
            <w:pPr>
              <w:pStyle w:val="61Tabellentext"/>
            </w:pPr>
          </w:p>
          <w:p w14:paraId="0DCCD5DB" w14:textId="2B4C7607" w:rsidR="00E83952" w:rsidRDefault="00E83952" w:rsidP="00E83952">
            <w:pPr>
              <w:pStyle w:val="61Tabellentext"/>
            </w:pPr>
          </w:p>
        </w:tc>
      </w:tr>
      <w:tr w:rsidR="00E83952" w14:paraId="7451F16D" w14:textId="77777777" w:rsidTr="41E908C7">
        <w:tc>
          <w:tcPr>
            <w:tcW w:w="3256" w:type="dxa"/>
          </w:tcPr>
          <w:p w14:paraId="347E460F" w14:textId="6B823ED8" w:rsidR="00E83952" w:rsidRPr="00007070" w:rsidRDefault="00007070" w:rsidP="00E83952">
            <w:pPr>
              <w:pStyle w:val="61Tabellentext"/>
              <w:rPr>
                <w:sz w:val="20"/>
                <w:szCs w:val="20"/>
              </w:rPr>
            </w:pPr>
            <w:r w:rsidRPr="00007070">
              <w:rPr>
                <w:sz w:val="20"/>
                <w:szCs w:val="20"/>
              </w:rPr>
              <w:t>Vorname</w:t>
            </w:r>
          </w:p>
        </w:tc>
        <w:tc>
          <w:tcPr>
            <w:tcW w:w="6155" w:type="dxa"/>
          </w:tcPr>
          <w:p w14:paraId="02E49631" w14:textId="3DB15A79" w:rsidR="00E83952" w:rsidRDefault="00E83952" w:rsidP="00E83952">
            <w:pPr>
              <w:pStyle w:val="61Tabellentext"/>
            </w:pPr>
          </w:p>
          <w:p w14:paraId="4C40FDB5" w14:textId="031AD88C" w:rsidR="00E83952" w:rsidRDefault="00E83952" w:rsidP="00E83952">
            <w:pPr>
              <w:pStyle w:val="61Tabellentext"/>
            </w:pPr>
          </w:p>
        </w:tc>
      </w:tr>
      <w:tr w:rsidR="00E83952" w14:paraId="051B70B8" w14:textId="77777777" w:rsidTr="41E908C7">
        <w:tc>
          <w:tcPr>
            <w:tcW w:w="3256" w:type="dxa"/>
          </w:tcPr>
          <w:p w14:paraId="06A7D94A" w14:textId="67B2FB7E" w:rsidR="00E83952" w:rsidRPr="00007070" w:rsidRDefault="00007070" w:rsidP="00E83952">
            <w:pPr>
              <w:pStyle w:val="61Tabellentext"/>
              <w:rPr>
                <w:sz w:val="20"/>
                <w:szCs w:val="20"/>
              </w:rPr>
            </w:pPr>
            <w:r w:rsidRPr="00007070">
              <w:rPr>
                <w:sz w:val="20"/>
                <w:szCs w:val="20"/>
              </w:rPr>
              <w:t>Geburtsdatum</w:t>
            </w:r>
          </w:p>
        </w:tc>
        <w:tc>
          <w:tcPr>
            <w:tcW w:w="6155" w:type="dxa"/>
          </w:tcPr>
          <w:p w14:paraId="250ACC46" w14:textId="593261F1" w:rsidR="00E83952" w:rsidRDefault="00E83952" w:rsidP="00E83952">
            <w:pPr>
              <w:pStyle w:val="61Tabellentext"/>
            </w:pPr>
          </w:p>
          <w:p w14:paraId="70479491" w14:textId="04939710" w:rsidR="00E83952" w:rsidRDefault="00E83952" w:rsidP="00E83952">
            <w:pPr>
              <w:pStyle w:val="61Tabellentext"/>
            </w:pPr>
          </w:p>
        </w:tc>
      </w:tr>
      <w:tr w:rsidR="00007070" w14:paraId="1B38BC71" w14:textId="77777777" w:rsidTr="41E908C7">
        <w:tc>
          <w:tcPr>
            <w:tcW w:w="3256" w:type="dxa"/>
          </w:tcPr>
          <w:p w14:paraId="393C0BEC" w14:textId="40F69E0A" w:rsidR="00007070" w:rsidRPr="00007070" w:rsidRDefault="00007070" w:rsidP="00E83952">
            <w:pPr>
              <w:pStyle w:val="61Tabellentext"/>
              <w:rPr>
                <w:sz w:val="20"/>
                <w:szCs w:val="20"/>
              </w:rPr>
            </w:pPr>
            <w:r w:rsidRPr="00007070">
              <w:rPr>
                <w:sz w:val="20"/>
                <w:szCs w:val="20"/>
              </w:rPr>
              <w:t>Geschlecht</w:t>
            </w:r>
          </w:p>
        </w:tc>
        <w:tc>
          <w:tcPr>
            <w:tcW w:w="6155" w:type="dxa"/>
          </w:tcPr>
          <w:p w14:paraId="4105A724" w14:textId="4B3C77B2" w:rsidR="00007070" w:rsidRDefault="00007070" w:rsidP="00E83952">
            <w:pPr>
              <w:pStyle w:val="61Tabellentext"/>
            </w:pPr>
          </w:p>
          <w:p w14:paraId="4FA22A2C" w14:textId="52CBE1A0" w:rsidR="00007070" w:rsidRDefault="00007070" w:rsidP="00E83952">
            <w:pPr>
              <w:pStyle w:val="61Tabellentext"/>
            </w:pPr>
          </w:p>
        </w:tc>
      </w:tr>
      <w:tr w:rsidR="00E83952" w14:paraId="40ADF0BA" w14:textId="77777777" w:rsidTr="41E908C7">
        <w:tc>
          <w:tcPr>
            <w:tcW w:w="3256" w:type="dxa"/>
          </w:tcPr>
          <w:p w14:paraId="49FFDAF1" w14:textId="3BB27E85" w:rsidR="00E83952" w:rsidRPr="00007070" w:rsidRDefault="00007070" w:rsidP="00E83952">
            <w:pPr>
              <w:pStyle w:val="61Tabellentext"/>
              <w:rPr>
                <w:sz w:val="20"/>
                <w:szCs w:val="20"/>
              </w:rPr>
            </w:pPr>
            <w:r w:rsidRPr="00007070">
              <w:rPr>
                <w:sz w:val="20"/>
                <w:szCs w:val="20"/>
              </w:rPr>
              <w:t>Adresse (Strasse, Nr.)</w:t>
            </w:r>
          </w:p>
        </w:tc>
        <w:tc>
          <w:tcPr>
            <w:tcW w:w="6155" w:type="dxa"/>
          </w:tcPr>
          <w:p w14:paraId="6579C3B4" w14:textId="03465006" w:rsidR="00E83952" w:rsidRDefault="00E83952" w:rsidP="00E83952">
            <w:pPr>
              <w:pStyle w:val="61Tabellentext"/>
            </w:pPr>
          </w:p>
          <w:p w14:paraId="624D0B0E" w14:textId="6481324C" w:rsidR="00E83952" w:rsidRDefault="00E83952" w:rsidP="00E83952">
            <w:pPr>
              <w:pStyle w:val="61Tabellentext"/>
            </w:pPr>
          </w:p>
        </w:tc>
      </w:tr>
      <w:tr w:rsidR="00007070" w14:paraId="67841EDF" w14:textId="77777777" w:rsidTr="41E908C7">
        <w:tc>
          <w:tcPr>
            <w:tcW w:w="3256" w:type="dxa"/>
          </w:tcPr>
          <w:p w14:paraId="4169599D" w14:textId="11B974CB" w:rsidR="00007070" w:rsidRPr="00007070" w:rsidRDefault="00007070" w:rsidP="00E83952">
            <w:pPr>
              <w:pStyle w:val="61Tabellentext"/>
              <w:rPr>
                <w:sz w:val="20"/>
                <w:szCs w:val="20"/>
              </w:rPr>
            </w:pPr>
            <w:r w:rsidRPr="00007070">
              <w:rPr>
                <w:sz w:val="20"/>
                <w:szCs w:val="20"/>
              </w:rPr>
              <w:t>PLZ, Ort</w:t>
            </w:r>
          </w:p>
        </w:tc>
        <w:tc>
          <w:tcPr>
            <w:tcW w:w="6155" w:type="dxa"/>
          </w:tcPr>
          <w:p w14:paraId="31ABF36A" w14:textId="2819F771" w:rsidR="00007070" w:rsidRDefault="00007070" w:rsidP="00E83952">
            <w:pPr>
              <w:pStyle w:val="61Tabellentext"/>
            </w:pPr>
          </w:p>
          <w:p w14:paraId="019FB8E0" w14:textId="21C40738" w:rsidR="00007070" w:rsidRDefault="00007070" w:rsidP="00E83952">
            <w:pPr>
              <w:pStyle w:val="61Tabellentext"/>
            </w:pPr>
          </w:p>
        </w:tc>
      </w:tr>
      <w:tr w:rsidR="00E83952" w14:paraId="6CC29627" w14:textId="77777777" w:rsidTr="41E908C7">
        <w:tc>
          <w:tcPr>
            <w:tcW w:w="3256" w:type="dxa"/>
          </w:tcPr>
          <w:p w14:paraId="6BF8E4D6" w14:textId="4BCF4DDD" w:rsidR="00E83952" w:rsidRPr="00007070" w:rsidRDefault="00007070" w:rsidP="00E83952">
            <w:pPr>
              <w:pStyle w:val="61Tabellentext"/>
              <w:rPr>
                <w:sz w:val="20"/>
                <w:szCs w:val="20"/>
              </w:rPr>
            </w:pPr>
            <w:r w:rsidRPr="00007070">
              <w:rPr>
                <w:sz w:val="20"/>
                <w:szCs w:val="20"/>
              </w:rPr>
              <w:t>Land</w:t>
            </w:r>
          </w:p>
        </w:tc>
        <w:tc>
          <w:tcPr>
            <w:tcW w:w="6155" w:type="dxa"/>
          </w:tcPr>
          <w:p w14:paraId="0502892B" w14:textId="59A61C05" w:rsidR="00E83952" w:rsidRDefault="00E83952" w:rsidP="00E83952">
            <w:pPr>
              <w:pStyle w:val="61Tabellentext"/>
            </w:pPr>
          </w:p>
          <w:p w14:paraId="4C261A0F" w14:textId="5E32C224" w:rsidR="00E83952" w:rsidRDefault="00E83952" w:rsidP="00E83952">
            <w:pPr>
              <w:pStyle w:val="61Tabellentext"/>
            </w:pPr>
          </w:p>
        </w:tc>
      </w:tr>
      <w:tr w:rsidR="00E83952" w14:paraId="54E1B856" w14:textId="77777777" w:rsidTr="41E908C7">
        <w:tc>
          <w:tcPr>
            <w:tcW w:w="3256" w:type="dxa"/>
          </w:tcPr>
          <w:p w14:paraId="1AD0F220" w14:textId="77777777" w:rsidR="00007070" w:rsidRPr="00007070" w:rsidRDefault="00007070" w:rsidP="00E83952">
            <w:pPr>
              <w:pStyle w:val="61Tabellentext"/>
              <w:rPr>
                <w:sz w:val="20"/>
                <w:szCs w:val="20"/>
              </w:rPr>
            </w:pPr>
            <w:r w:rsidRPr="00007070">
              <w:rPr>
                <w:sz w:val="20"/>
                <w:szCs w:val="20"/>
              </w:rPr>
              <w:t xml:space="preserve">AHV-Nummer </w:t>
            </w:r>
          </w:p>
          <w:p w14:paraId="5ED34024" w14:textId="2DD33625" w:rsidR="00E83952" w:rsidRPr="00007070" w:rsidRDefault="00007070" w:rsidP="00E83952">
            <w:pPr>
              <w:pStyle w:val="61Tabellentext"/>
              <w:rPr>
                <w:sz w:val="14"/>
                <w:szCs w:val="14"/>
              </w:rPr>
            </w:pPr>
            <w:r w:rsidRPr="00007070">
              <w:rPr>
                <w:sz w:val="14"/>
                <w:szCs w:val="14"/>
              </w:rPr>
              <w:t>(Anmerkung: die AHV-Nummer ist 13-stellig)</w:t>
            </w:r>
          </w:p>
        </w:tc>
        <w:tc>
          <w:tcPr>
            <w:tcW w:w="6155" w:type="dxa"/>
          </w:tcPr>
          <w:p w14:paraId="1652C5D0" w14:textId="77777777" w:rsidR="00007070" w:rsidRDefault="00007070" w:rsidP="00E83952">
            <w:pPr>
              <w:pStyle w:val="61Tabellentext"/>
            </w:pPr>
          </w:p>
          <w:p w14:paraId="69509E9C" w14:textId="764D80CA" w:rsidR="00E83952" w:rsidRDefault="00007070" w:rsidP="00E83952">
            <w:pPr>
              <w:pStyle w:val="61Tabellentext"/>
            </w:pPr>
            <w:r>
              <w:t>_ _ _ . _ _ _ _ . _ _ _ _ . _ _</w:t>
            </w:r>
          </w:p>
        </w:tc>
      </w:tr>
      <w:tr w:rsidR="00E83952" w14:paraId="4CC056B7" w14:textId="77777777" w:rsidTr="41E908C7">
        <w:tc>
          <w:tcPr>
            <w:tcW w:w="3256" w:type="dxa"/>
          </w:tcPr>
          <w:p w14:paraId="7269AA22" w14:textId="281BBF8B" w:rsidR="00E83952" w:rsidRPr="00007070" w:rsidRDefault="00007070" w:rsidP="00E83952">
            <w:pPr>
              <w:pStyle w:val="61Tabellentext"/>
              <w:rPr>
                <w:sz w:val="20"/>
                <w:szCs w:val="20"/>
              </w:rPr>
            </w:pPr>
            <w:r w:rsidRPr="00007070">
              <w:rPr>
                <w:sz w:val="20"/>
                <w:szCs w:val="20"/>
              </w:rPr>
              <w:t>Nationalität</w:t>
            </w:r>
          </w:p>
        </w:tc>
        <w:tc>
          <w:tcPr>
            <w:tcW w:w="6155" w:type="dxa"/>
          </w:tcPr>
          <w:p w14:paraId="3A4F3427" w14:textId="4A2B6840" w:rsidR="00E83952" w:rsidRDefault="00E83952" w:rsidP="00E83952">
            <w:pPr>
              <w:pStyle w:val="61Tabellentext"/>
              <w:keepNext/>
            </w:pPr>
          </w:p>
          <w:p w14:paraId="5AB0D3F5" w14:textId="504C9B24" w:rsidR="00E83952" w:rsidRDefault="00E83952" w:rsidP="00E83952">
            <w:pPr>
              <w:pStyle w:val="61Tabellentext"/>
              <w:keepNext/>
            </w:pPr>
          </w:p>
        </w:tc>
      </w:tr>
      <w:tr w:rsidR="00007070" w14:paraId="0EBB97E0" w14:textId="77777777" w:rsidTr="41E908C7">
        <w:tc>
          <w:tcPr>
            <w:tcW w:w="3256" w:type="dxa"/>
          </w:tcPr>
          <w:p w14:paraId="220453C4" w14:textId="1665713C" w:rsidR="00007070" w:rsidRPr="00007070" w:rsidRDefault="00007070" w:rsidP="00E83952">
            <w:pPr>
              <w:pStyle w:val="61Tabellentext"/>
              <w:rPr>
                <w:sz w:val="20"/>
                <w:szCs w:val="20"/>
              </w:rPr>
            </w:pPr>
            <w:r w:rsidRPr="00007070">
              <w:rPr>
                <w:sz w:val="20"/>
                <w:szCs w:val="20"/>
              </w:rPr>
              <w:t>Mobiltelefon-Nummer</w:t>
            </w:r>
          </w:p>
        </w:tc>
        <w:tc>
          <w:tcPr>
            <w:tcW w:w="6155" w:type="dxa"/>
          </w:tcPr>
          <w:p w14:paraId="68FF7447" w14:textId="66405BD6" w:rsidR="00007070" w:rsidRDefault="00007070" w:rsidP="00E83952">
            <w:pPr>
              <w:pStyle w:val="61Tabellentext"/>
              <w:keepNext/>
            </w:pPr>
          </w:p>
          <w:p w14:paraId="1B0E4D63" w14:textId="65F2400F" w:rsidR="00007070" w:rsidRDefault="00007070" w:rsidP="00E83952">
            <w:pPr>
              <w:pStyle w:val="61Tabellentext"/>
              <w:keepNext/>
            </w:pPr>
          </w:p>
        </w:tc>
      </w:tr>
      <w:tr w:rsidR="00007070" w14:paraId="22AAABB0" w14:textId="77777777" w:rsidTr="41E908C7">
        <w:tc>
          <w:tcPr>
            <w:tcW w:w="3256" w:type="dxa"/>
          </w:tcPr>
          <w:p w14:paraId="3C3CD256" w14:textId="19DCA016" w:rsidR="00007070" w:rsidRPr="00007070" w:rsidRDefault="00007070" w:rsidP="00E83952">
            <w:pPr>
              <w:pStyle w:val="61Tabellentext"/>
              <w:rPr>
                <w:sz w:val="20"/>
                <w:szCs w:val="20"/>
              </w:rPr>
            </w:pPr>
            <w:r w:rsidRPr="00007070">
              <w:rPr>
                <w:sz w:val="20"/>
                <w:szCs w:val="20"/>
              </w:rPr>
              <w:t>Festnetz-Telefonnummer</w:t>
            </w:r>
          </w:p>
        </w:tc>
        <w:tc>
          <w:tcPr>
            <w:tcW w:w="6155" w:type="dxa"/>
          </w:tcPr>
          <w:p w14:paraId="1E25E31B" w14:textId="42C95FF5" w:rsidR="00007070" w:rsidRDefault="00007070" w:rsidP="00E83952">
            <w:pPr>
              <w:pStyle w:val="61Tabellentext"/>
              <w:keepNext/>
            </w:pPr>
          </w:p>
          <w:p w14:paraId="045DEF1C" w14:textId="2658A98C" w:rsidR="00007070" w:rsidRDefault="00007070" w:rsidP="00E83952">
            <w:pPr>
              <w:pStyle w:val="61Tabellentext"/>
              <w:keepNext/>
            </w:pPr>
          </w:p>
        </w:tc>
      </w:tr>
      <w:tr w:rsidR="00007070" w14:paraId="017AE261" w14:textId="77777777" w:rsidTr="41E908C7">
        <w:tc>
          <w:tcPr>
            <w:tcW w:w="3256" w:type="dxa"/>
          </w:tcPr>
          <w:p w14:paraId="470C6E8C" w14:textId="6AD9D88C" w:rsidR="00007070" w:rsidRPr="00007070" w:rsidRDefault="00007070" w:rsidP="00E83952">
            <w:pPr>
              <w:pStyle w:val="61Tabellentext"/>
              <w:rPr>
                <w:sz w:val="20"/>
                <w:szCs w:val="20"/>
              </w:rPr>
            </w:pPr>
            <w:r w:rsidRPr="00007070">
              <w:rPr>
                <w:sz w:val="20"/>
                <w:szCs w:val="20"/>
              </w:rPr>
              <w:t>E-Mail-Adresse</w:t>
            </w:r>
          </w:p>
        </w:tc>
        <w:tc>
          <w:tcPr>
            <w:tcW w:w="6155" w:type="dxa"/>
          </w:tcPr>
          <w:p w14:paraId="24D97E03" w14:textId="2E5242B8" w:rsidR="00007070" w:rsidRDefault="00007070" w:rsidP="00E83952">
            <w:pPr>
              <w:pStyle w:val="61Tabellentext"/>
              <w:keepNext/>
            </w:pPr>
          </w:p>
          <w:p w14:paraId="42F9BAAA" w14:textId="5130FE72" w:rsidR="00007070" w:rsidRDefault="00007070" w:rsidP="00E83952">
            <w:pPr>
              <w:pStyle w:val="61Tabellentext"/>
              <w:keepNext/>
            </w:pPr>
          </w:p>
        </w:tc>
      </w:tr>
      <w:tr w:rsidR="00007070" w14:paraId="62FFBCCB" w14:textId="77777777" w:rsidTr="41E908C7">
        <w:tc>
          <w:tcPr>
            <w:tcW w:w="3256" w:type="dxa"/>
          </w:tcPr>
          <w:p w14:paraId="3BC896CD" w14:textId="678DAAA2" w:rsidR="00007070" w:rsidRPr="00007070" w:rsidRDefault="00007070" w:rsidP="00E83952">
            <w:pPr>
              <w:pStyle w:val="61Tabellentext"/>
              <w:rPr>
                <w:sz w:val="20"/>
                <w:szCs w:val="20"/>
              </w:rPr>
            </w:pPr>
            <w:r w:rsidRPr="00007070">
              <w:rPr>
                <w:sz w:val="20"/>
                <w:szCs w:val="20"/>
              </w:rPr>
              <w:t>Aktueller Beruf</w:t>
            </w:r>
          </w:p>
        </w:tc>
        <w:tc>
          <w:tcPr>
            <w:tcW w:w="6155" w:type="dxa"/>
          </w:tcPr>
          <w:p w14:paraId="17D953E0" w14:textId="683560E2" w:rsidR="00007070" w:rsidRDefault="00007070" w:rsidP="00E83952">
            <w:pPr>
              <w:pStyle w:val="61Tabellentext"/>
              <w:keepNext/>
            </w:pPr>
          </w:p>
          <w:p w14:paraId="194E1170" w14:textId="0EC1FDE1" w:rsidR="00007070" w:rsidRDefault="00007070" w:rsidP="00E83952">
            <w:pPr>
              <w:pStyle w:val="61Tabellentext"/>
              <w:keepNext/>
            </w:pPr>
          </w:p>
        </w:tc>
      </w:tr>
      <w:tr w:rsidR="00007070" w14:paraId="2702275F" w14:textId="77777777" w:rsidTr="41E908C7">
        <w:tc>
          <w:tcPr>
            <w:tcW w:w="3256" w:type="dxa"/>
          </w:tcPr>
          <w:p w14:paraId="0D459DD9" w14:textId="7620756D" w:rsidR="00007070" w:rsidRPr="00007070" w:rsidRDefault="00007070" w:rsidP="00E83952">
            <w:pPr>
              <w:pStyle w:val="61Tabellentext"/>
              <w:rPr>
                <w:sz w:val="20"/>
                <w:szCs w:val="20"/>
              </w:rPr>
            </w:pPr>
            <w:r w:rsidRPr="00007070">
              <w:rPr>
                <w:sz w:val="20"/>
                <w:szCs w:val="20"/>
              </w:rPr>
              <w:t>Name und Adresse Arbeitgeber</w:t>
            </w:r>
          </w:p>
        </w:tc>
        <w:tc>
          <w:tcPr>
            <w:tcW w:w="6155" w:type="dxa"/>
          </w:tcPr>
          <w:p w14:paraId="4F2C7AEE" w14:textId="2FB17D5A" w:rsidR="00007070" w:rsidRDefault="00007070" w:rsidP="00E83952">
            <w:pPr>
              <w:pStyle w:val="61Tabellentext"/>
              <w:keepNext/>
            </w:pPr>
          </w:p>
          <w:p w14:paraId="42C552B1" w14:textId="4DBB9482" w:rsidR="00007070" w:rsidRDefault="00007070" w:rsidP="00E83952">
            <w:pPr>
              <w:pStyle w:val="61Tabellentext"/>
              <w:keepNext/>
            </w:pPr>
          </w:p>
        </w:tc>
      </w:tr>
      <w:tr w:rsidR="00007070" w14:paraId="64AB5BFD" w14:textId="77777777" w:rsidTr="41E908C7">
        <w:tc>
          <w:tcPr>
            <w:tcW w:w="3256" w:type="dxa"/>
          </w:tcPr>
          <w:p w14:paraId="384FB9DD" w14:textId="27266F5D" w:rsidR="00007070" w:rsidRPr="00007070" w:rsidRDefault="00007070" w:rsidP="00E83952">
            <w:pPr>
              <w:pStyle w:val="61Tabellentext"/>
              <w:rPr>
                <w:sz w:val="20"/>
                <w:szCs w:val="20"/>
              </w:rPr>
            </w:pPr>
            <w:r w:rsidRPr="00007070">
              <w:rPr>
                <w:sz w:val="20"/>
                <w:szCs w:val="20"/>
              </w:rPr>
              <w:t>Name Berufsunfallversicherung bei Arbeitgeber</w:t>
            </w:r>
          </w:p>
        </w:tc>
        <w:tc>
          <w:tcPr>
            <w:tcW w:w="6155" w:type="dxa"/>
          </w:tcPr>
          <w:p w14:paraId="659A1F30" w14:textId="77777777" w:rsidR="00007070" w:rsidRDefault="00007070" w:rsidP="00E83952">
            <w:pPr>
              <w:pStyle w:val="61Tabellentext"/>
              <w:keepNext/>
            </w:pPr>
          </w:p>
        </w:tc>
      </w:tr>
      <w:tr w:rsidR="00007070" w14:paraId="79FFB87C" w14:textId="77777777" w:rsidTr="41E908C7">
        <w:tc>
          <w:tcPr>
            <w:tcW w:w="3256" w:type="dxa"/>
          </w:tcPr>
          <w:p w14:paraId="140E7B6D" w14:textId="0AB338ED" w:rsidR="00007070" w:rsidRPr="00007070" w:rsidRDefault="00007070" w:rsidP="00E83952">
            <w:pPr>
              <w:pStyle w:val="61Tabellentext"/>
              <w:rPr>
                <w:sz w:val="20"/>
                <w:szCs w:val="20"/>
              </w:rPr>
            </w:pPr>
            <w:r w:rsidRPr="00007070">
              <w:rPr>
                <w:sz w:val="20"/>
                <w:szCs w:val="20"/>
              </w:rPr>
              <w:t>Name und Adresse Krankenkasse</w:t>
            </w:r>
          </w:p>
        </w:tc>
        <w:tc>
          <w:tcPr>
            <w:tcW w:w="6155" w:type="dxa"/>
          </w:tcPr>
          <w:p w14:paraId="2BA35FA7" w14:textId="60E0FA46" w:rsidR="00007070" w:rsidRDefault="00007070" w:rsidP="00E83952">
            <w:pPr>
              <w:pStyle w:val="61Tabellentext"/>
              <w:keepNext/>
            </w:pPr>
          </w:p>
          <w:p w14:paraId="0AA1BDEC" w14:textId="6868C709" w:rsidR="00007070" w:rsidRDefault="00007070" w:rsidP="00E83952">
            <w:pPr>
              <w:pStyle w:val="61Tabellentext"/>
              <w:keepNext/>
            </w:pPr>
          </w:p>
        </w:tc>
      </w:tr>
      <w:tr w:rsidR="00007070" w14:paraId="07FD0E69" w14:textId="77777777" w:rsidTr="41E908C7">
        <w:tc>
          <w:tcPr>
            <w:tcW w:w="3256" w:type="dxa"/>
          </w:tcPr>
          <w:p w14:paraId="629695AF" w14:textId="63A96F1C" w:rsidR="00007070" w:rsidRPr="00007070" w:rsidRDefault="00007070" w:rsidP="00E83952">
            <w:pPr>
              <w:pStyle w:val="61Tabellentext"/>
              <w:rPr>
                <w:sz w:val="20"/>
                <w:szCs w:val="20"/>
              </w:rPr>
            </w:pPr>
            <w:r w:rsidRPr="00007070">
              <w:rPr>
                <w:sz w:val="20"/>
                <w:szCs w:val="20"/>
              </w:rPr>
              <w:lastRenderedPageBreak/>
              <w:t>Versicherten-KARTEN-Nummer</w:t>
            </w:r>
          </w:p>
        </w:tc>
        <w:tc>
          <w:tcPr>
            <w:tcW w:w="6155" w:type="dxa"/>
          </w:tcPr>
          <w:p w14:paraId="1C03CC7F" w14:textId="2FBDBADB" w:rsidR="00007070" w:rsidRDefault="00007070" w:rsidP="00E83952">
            <w:pPr>
              <w:pStyle w:val="61Tabellentext"/>
              <w:keepNext/>
            </w:pPr>
          </w:p>
          <w:p w14:paraId="45F94C9D" w14:textId="41E21920" w:rsidR="00007070" w:rsidRDefault="00007070" w:rsidP="00E83952">
            <w:pPr>
              <w:pStyle w:val="61Tabellentext"/>
              <w:keepNext/>
            </w:pPr>
          </w:p>
        </w:tc>
      </w:tr>
    </w:tbl>
    <w:p w14:paraId="09CB75DD" w14:textId="1804FAF5" w:rsidR="00E83952" w:rsidRDefault="00E83952" w:rsidP="00E83952">
      <w:pPr>
        <w:pStyle w:val="Beschriftung"/>
      </w:pPr>
    </w:p>
    <w:p w14:paraId="120048BE" w14:textId="2FF36D3A" w:rsidR="00D64016" w:rsidRDefault="00D64016" w:rsidP="00D64016">
      <w:pPr>
        <w:pStyle w:val="Textkrper"/>
      </w:pPr>
    </w:p>
    <w:p w14:paraId="4D0C52F6" w14:textId="6CD796EF" w:rsidR="00D64016" w:rsidRPr="00D64016" w:rsidRDefault="00D64016" w:rsidP="00D64016">
      <w:pPr>
        <w:pStyle w:val="01Haupttitel"/>
        <w:numPr>
          <w:ilvl w:val="0"/>
          <w:numId w:val="20"/>
        </w:numPr>
        <w:spacing w:line="240" w:lineRule="auto"/>
        <w:rPr>
          <w:sz w:val="22"/>
          <w:szCs w:val="22"/>
        </w:rPr>
      </w:pPr>
      <w:r w:rsidRPr="00D64016">
        <w:rPr>
          <w:sz w:val="22"/>
          <w:szCs w:val="22"/>
        </w:rPr>
        <w:t xml:space="preserve">Notfallkontakt </w:t>
      </w:r>
    </w:p>
    <w:p w14:paraId="28B2197F" w14:textId="5A63BEEA" w:rsidR="00D64016" w:rsidRDefault="00D64016" w:rsidP="00D64016">
      <w:pPr>
        <w:pStyle w:val="Textkrper"/>
        <w:ind w:left="360"/>
        <w:rPr>
          <w:sz w:val="20"/>
          <w:szCs w:val="20"/>
        </w:rPr>
      </w:pPr>
      <w:r w:rsidRPr="00D64016">
        <w:rPr>
          <w:sz w:val="20"/>
          <w:szCs w:val="20"/>
        </w:rPr>
        <w:t>(Weitere Notfallkontakte können Sie am Ende des Formulars erfassen)</w:t>
      </w:r>
    </w:p>
    <w:p w14:paraId="3F9FED8D" w14:textId="77777777" w:rsidR="00D64016" w:rsidRDefault="00D64016" w:rsidP="00D64016">
      <w:pPr>
        <w:pStyle w:val="Textkrper"/>
        <w:ind w:left="360"/>
        <w:rPr>
          <w:sz w:val="20"/>
          <w:szCs w:val="20"/>
        </w:rPr>
      </w:pPr>
    </w:p>
    <w:tbl>
      <w:tblPr>
        <w:tblStyle w:val="axsanaTabelle1"/>
        <w:tblW w:w="9411" w:type="dxa"/>
        <w:tblLook w:val="0600" w:firstRow="0" w:lastRow="0" w:firstColumn="0" w:lastColumn="0" w:noHBand="1" w:noVBand="1"/>
      </w:tblPr>
      <w:tblGrid>
        <w:gridCol w:w="3256"/>
        <w:gridCol w:w="6155"/>
      </w:tblGrid>
      <w:tr w:rsidR="00D64016" w14:paraId="4158FDEC" w14:textId="77777777" w:rsidTr="41E908C7">
        <w:tc>
          <w:tcPr>
            <w:tcW w:w="3256" w:type="dxa"/>
          </w:tcPr>
          <w:p w14:paraId="44CFC2A8" w14:textId="46C573A6" w:rsidR="00D64016" w:rsidRPr="00D64016" w:rsidRDefault="00D64016" w:rsidP="00150CCB">
            <w:pPr>
              <w:pStyle w:val="61Tabellentext"/>
              <w:rPr>
                <w:sz w:val="20"/>
                <w:szCs w:val="20"/>
              </w:rPr>
            </w:pPr>
            <w:r w:rsidRPr="00D64016">
              <w:rPr>
                <w:sz w:val="20"/>
                <w:szCs w:val="20"/>
              </w:rPr>
              <w:t>Beziehung (z.B. Vater, Tochter, Ehefrau, Arzt, Sozialarbeiter,</w:t>
            </w:r>
            <w:r>
              <w:rPr>
                <w:sz w:val="20"/>
                <w:szCs w:val="20"/>
              </w:rPr>
              <w:t xml:space="preserve"> </w:t>
            </w:r>
            <w:r w:rsidRPr="00D64016">
              <w:rPr>
                <w:sz w:val="20"/>
                <w:szCs w:val="20"/>
              </w:rPr>
              <w:t>etc.)</w:t>
            </w:r>
          </w:p>
        </w:tc>
        <w:tc>
          <w:tcPr>
            <w:tcW w:w="6155" w:type="dxa"/>
          </w:tcPr>
          <w:p w14:paraId="716B6D9C" w14:textId="77777777" w:rsidR="00D64016" w:rsidRDefault="00D64016" w:rsidP="00150CCB">
            <w:pPr>
              <w:pStyle w:val="61Tabellentext"/>
            </w:pPr>
          </w:p>
        </w:tc>
      </w:tr>
      <w:tr w:rsidR="00D64016" w14:paraId="342071D1" w14:textId="77777777" w:rsidTr="41E908C7">
        <w:tc>
          <w:tcPr>
            <w:tcW w:w="3256" w:type="dxa"/>
          </w:tcPr>
          <w:p w14:paraId="0E121124" w14:textId="2E522A04" w:rsidR="00D64016" w:rsidRPr="00D64016" w:rsidRDefault="00D64016" w:rsidP="00150CCB">
            <w:pPr>
              <w:pStyle w:val="61Tabellentext"/>
              <w:rPr>
                <w:sz w:val="20"/>
                <w:szCs w:val="20"/>
              </w:rPr>
            </w:pPr>
            <w:r w:rsidRPr="00D64016">
              <w:rPr>
                <w:sz w:val="20"/>
                <w:szCs w:val="20"/>
              </w:rPr>
              <w:t>Welche Entscheidungsbefugnis hat dieser Notfallkontakt?</w:t>
            </w:r>
          </w:p>
        </w:tc>
        <w:tc>
          <w:tcPr>
            <w:tcW w:w="6155" w:type="dxa"/>
          </w:tcPr>
          <w:p w14:paraId="662853B7" w14:textId="77777777" w:rsidR="00D64016" w:rsidRDefault="00D64016" w:rsidP="00150CCB">
            <w:pPr>
              <w:pStyle w:val="61Tabellentext"/>
            </w:pPr>
          </w:p>
        </w:tc>
      </w:tr>
      <w:tr w:rsidR="00D64016" w14:paraId="68B03A5E" w14:textId="77777777" w:rsidTr="41E908C7">
        <w:tc>
          <w:tcPr>
            <w:tcW w:w="3256" w:type="dxa"/>
          </w:tcPr>
          <w:p w14:paraId="5BBB2CB3" w14:textId="5C3DEA8B" w:rsidR="00D64016" w:rsidRPr="00D64016" w:rsidRDefault="00D64016" w:rsidP="00150CCB">
            <w:pPr>
              <w:pStyle w:val="61Tabellentext"/>
              <w:rPr>
                <w:sz w:val="20"/>
                <w:szCs w:val="20"/>
              </w:rPr>
            </w:pPr>
            <w:r w:rsidRPr="00D64016">
              <w:rPr>
                <w:sz w:val="20"/>
                <w:szCs w:val="20"/>
              </w:rPr>
              <w:t>Wo ist diese Entscheidungsbefugnis dokumentiert?</w:t>
            </w:r>
          </w:p>
        </w:tc>
        <w:tc>
          <w:tcPr>
            <w:tcW w:w="6155" w:type="dxa"/>
          </w:tcPr>
          <w:p w14:paraId="36AEBDB3" w14:textId="77777777" w:rsidR="00D64016" w:rsidRDefault="00D64016" w:rsidP="00150CCB">
            <w:pPr>
              <w:pStyle w:val="61Tabellentext"/>
            </w:pPr>
          </w:p>
        </w:tc>
      </w:tr>
      <w:tr w:rsidR="00D64016" w14:paraId="18475E86" w14:textId="77777777" w:rsidTr="41E908C7">
        <w:tc>
          <w:tcPr>
            <w:tcW w:w="3256" w:type="dxa"/>
          </w:tcPr>
          <w:p w14:paraId="4BBC06C8" w14:textId="3E93E6CB" w:rsidR="00D64016" w:rsidRPr="00D64016" w:rsidRDefault="00D64016" w:rsidP="00150CCB">
            <w:pPr>
              <w:pStyle w:val="61Tabellentext"/>
              <w:rPr>
                <w:sz w:val="20"/>
                <w:szCs w:val="20"/>
              </w:rPr>
            </w:pPr>
            <w:r w:rsidRPr="00D64016">
              <w:rPr>
                <w:sz w:val="20"/>
                <w:szCs w:val="20"/>
              </w:rPr>
              <w:t>Anrede</w:t>
            </w:r>
          </w:p>
        </w:tc>
        <w:tc>
          <w:tcPr>
            <w:tcW w:w="6155" w:type="dxa"/>
          </w:tcPr>
          <w:p w14:paraId="6782441E" w14:textId="492C08F5" w:rsidR="00D64016" w:rsidRDefault="00D64016" w:rsidP="00150CCB">
            <w:pPr>
              <w:pStyle w:val="61Tabellentext"/>
            </w:pPr>
          </w:p>
          <w:p w14:paraId="075D104F" w14:textId="54C11623" w:rsidR="00D64016" w:rsidRDefault="00D64016" w:rsidP="00150CCB">
            <w:pPr>
              <w:pStyle w:val="61Tabellentext"/>
            </w:pPr>
          </w:p>
        </w:tc>
      </w:tr>
      <w:tr w:rsidR="00D64016" w14:paraId="3C66523D" w14:textId="77777777" w:rsidTr="41E908C7">
        <w:tc>
          <w:tcPr>
            <w:tcW w:w="3256" w:type="dxa"/>
          </w:tcPr>
          <w:p w14:paraId="0501FA86" w14:textId="287E3C2C" w:rsidR="00D64016" w:rsidRPr="00D64016" w:rsidRDefault="00D64016" w:rsidP="00150CCB">
            <w:pPr>
              <w:pStyle w:val="61Tabellentext"/>
              <w:rPr>
                <w:sz w:val="20"/>
                <w:szCs w:val="20"/>
              </w:rPr>
            </w:pPr>
            <w:r w:rsidRPr="00D64016">
              <w:rPr>
                <w:sz w:val="20"/>
                <w:szCs w:val="20"/>
              </w:rPr>
              <w:t>Name</w:t>
            </w:r>
          </w:p>
        </w:tc>
        <w:tc>
          <w:tcPr>
            <w:tcW w:w="6155" w:type="dxa"/>
          </w:tcPr>
          <w:p w14:paraId="0FAE2642" w14:textId="3A642460" w:rsidR="00D64016" w:rsidRDefault="00D64016" w:rsidP="00150CCB">
            <w:pPr>
              <w:pStyle w:val="61Tabellentext"/>
            </w:pPr>
          </w:p>
          <w:p w14:paraId="37F490DD" w14:textId="05C1B65F" w:rsidR="00D64016" w:rsidRDefault="00D64016" w:rsidP="00150CCB">
            <w:pPr>
              <w:pStyle w:val="61Tabellentext"/>
            </w:pPr>
          </w:p>
        </w:tc>
      </w:tr>
      <w:tr w:rsidR="00D64016" w14:paraId="0AF01806" w14:textId="77777777" w:rsidTr="41E908C7">
        <w:tc>
          <w:tcPr>
            <w:tcW w:w="3256" w:type="dxa"/>
          </w:tcPr>
          <w:p w14:paraId="630CE07C" w14:textId="11F61592" w:rsidR="00D64016" w:rsidRPr="00D64016" w:rsidRDefault="00D64016" w:rsidP="00150CCB">
            <w:pPr>
              <w:pStyle w:val="61Tabellentext"/>
              <w:rPr>
                <w:sz w:val="20"/>
                <w:szCs w:val="20"/>
              </w:rPr>
            </w:pPr>
            <w:r w:rsidRPr="00D64016">
              <w:rPr>
                <w:sz w:val="20"/>
                <w:szCs w:val="20"/>
              </w:rPr>
              <w:t>Vorname</w:t>
            </w:r>
          </w:p>
        </w:tc>
        <w:tc>
          <w:tcPr>
            <w:tcW w:w="6155" w:type="dxa"/>
          </w:tcPr>
          <w:p w14:paraId="5FBD039B" w14:textId="5DE3FB0B" w:rsidR="00D64016" w:rsidRDefault="00D64016" w:rsidP="00150CCB">
            <w:pPr>
              <w:pStyle w:val="61Tabellentext"/>
            </w:pPr>
          </w:p>
          <w:p w14:paraId="000CED16" w14:textId="07E27FC2" w:rsidR="00D64016" w:rsidRDefault="00D64016" w:rsidP="00150CCB">
            <w:pPr>
              <w:pStyle w:val="61Tabellentext"/>
            </w:pPr>
          </w:p>
        </w:tc>
      </w:tr>
      <w:tr w:rsidR="00D64016" w14:paraId="1C23EF9A" w14:textId="77777777" w:rsidTr="41E908C7">
        <w:tc>
          <w:tcPr>
            <w:tcW w:w="3256" w:type="dxa"/>
          </w:tcPr>
          <w:p w14:paraId="3C6DD3D7" w14:textId="3F106E2E" w:rsidR="00D64016" w:rsidRPr="00D64016" w:rsidRDefault="00D64016" w:rsidP="00150CCB">
            <w:pPr>
              <w:pStyle w:val="61Tabellentext"/>
              <w:rPr>
                <w:sz w:val="20"/>
                <w:szCs w:val="20"/>
              </w:rPr>
            </w:pPr>
            <w:r w:rsidRPr="00D64016">
              <w:rPr>
                <w:sz w:val="20"/>
                <w:szCs w:val="20"/>
              </w:rPr>
              <w:t>Adresse (Strasse, Nr.)</w:t>
            </w:r>
          </w:p>
        </w:tc>
        <w:tc>
          <w:tcPr>
            <w:tcW w:w="6155" w:type="dxa"/>
          </w:tcPr>
          <w:p w14:paraId="164292F9" w14:textId="7981C0F3" w:rsidR="00D64016" w:rsidRDefault="00D64016" w:rsidP="00150CCB">
            <w:pPr>
              <w:pStyle w:val="61Tabellentext"/>
            </w:pPr>
          </w:p>
          <w:p w14:paraId="5C64A53D" w14:textId="167BB681" w:rsidR="00D64016" w:rsidRDefault="00D64016" w:rsidP="00150CCB">
            <w:pPr>
              <w:pStyle w:val="61Tabellentext"/>
            </w:pPr>
          </w:p>
        </w:tc>
      </w:tr>
      <w:tr w:rsidR="00D64016" w14:paraId="0CFB683A" w14:textId="77777777" w:rsidTr="41E908C7">
        <w:tc>
          <w:tcPr>
            <w:tcW w:w="3256" w:type="dxa"/>
          </w:tcPr>
          <w:p w14:paraId="29ABA3A4" w14:textId="77777777" w:rsidR="00D64016" w:rsidRPr="00D64016" w:rsidRDefault="00D64016" w:rsidP="00150CCB">
            <w:pPr>
              <w:pStyle w:val="61Tabellentext"/>
              <w:rPr>
                <w:sz w:val="20"/>
                <w:szCs w:val="20"/>
              </w:rPr>
            </w:pPr>
            <w:r w:rsidRPr="00D64016">
              <w:rPr>
                <w:sz w:val="20"/>
                <w:szCs w:val="20"/>
              </w:rPr>
              <w:t>PLZ, Ort</w:t>
            </w:r>
          </w:p>
        </w:tc>
        <w:tc>
          <w:tcPr>
            <w:tcW w:w="6155" w:type="dxa"/>
          </w:tcPr>
          <w:p w14:paraId="0F76EFEC" w14:textId="1695D57B" w:rsidR="00D64016" w:rsidRDefault="00D64016" w:rsidP="00150CCB">
            <w:pPr>
              <w:pStyle w:val="61Tabellentext"/>
            </w:pPr>
          </w:p>
          <w:p w14:paraId="38B18300" w14:textId="24BE3E82" w:rsidR="00D64016" w:rsidRDefault="00D64016" w:rsidP="00150CCB">
            <w:pPr>
              <w:pStyle w:val="61Tabellentext"/>
            </w:pPr>
          </w:p>
        </w:tc>
      </w:tr>
      <w:tr w:rsidR="00D64016" w14:paraId="212B607C" w14:textId="77777777" w:rsidTr="41E908C7">
        <w:tc>
          <w:tcPr>
            <w:tcW w:w="3256" w:type="dxa"/>
          </w:tcPr>
          <w:p w14:paraId="23DA28A7" w14:textId="77777777" w:rsidR="00D64016" w:rsidRPr="00D64016" w:rsidRDefault="00D64016" w:rsidP="00150CCB">
            <w:pPr>
              <w:pStyle w:val="61Tabellentext"/>
              <w:rPr>
                <w:sz w:val="20"/>
                <w:szCs w:val="20"/>
              </w:rPr>
            </w:pPr>
            <w:r w:rsidRPr="00D64016">
              <w:rPr>
                <w:sz w:val="20"/>
                <w:szCs w:val="20"/>
              </w:rPr>
              <w:t>Land</w:t>
            </w:r>
          </w:p>
        </w:tc>
        <w:tc>
          <w:tcPr>
            <w:tcW w:w="6155" w:type="dxa"/>
          </w:tcPr>
          <w:p w14:paraId="64D8E185" w14:textId="57F2F2B1" w:rsidR="00D64016" w:rsidRDefault="00D64016" w:rsidP="00150CCB">
            <w:pPr>
              <w:pStyle w:val="61Tabellentext"/>
            </w:pPr>
          </w:p>
          <w:p w14:paraId="03564F43" w14:textId="6B999008" w:rsidR="00D64016" w:rsidRDefault="00D64016" w:rsidP="00150CCB">
            <w:pPr>
              <w:pStyle w:val="61Tabellentext"/>
            </w:pPr>
          </w:p>
        </w:tc>
      </w:tr>
      <w:tr w:rsidR="00D64016" w14:paraId="5244AE96" w14:textId="77777777" w:rsidTr="41E908C7">
        <w:tc>
          <w:tcPr>
            <w:tcW w:w="3256" w:type="dxa"/>
          </w:tcPr>
          <w:p w14:paraId="242BA0B3" w14:textId="77777777" w:rsidR="00D64016" w:rsidRPr="00D64016" w:rsidRDefault="00D64016" w:rsidP="00150CCB">
            <w:pPr>
              <w:pStyle w:val="61Tabellentext"/>
              <w:rPr>
                <w:sz w:val="20"/>
                <w:szCs w:val="20"/>
              </w:rPr>
            </w:pPr>
            <w:r w:rsidRPr="00D64016">
              <w:rPr>
                <w:sz w:val="20"/>
                <w:szCs w:val="20"/>
              </w:rPr>
              <w:t>Mobiltelefon-Nummer</w:t>
            </w:r>
          </w:p>
        </w:tc>
        <w:tc>
          <w:tcPr>
            <w:tcW w:w="6155" w:type="dxa"/>
          </w:tcPr>
          <w:p w14:paraId="55C3CB1B" w14:textId="2F481B95" w:rsidR="00D64016" w:rsidRDefault="00D64016" w:rsidP="00150CCB">
            <w:pPr>
              <w:pStyle w:val="61Tabellentext"/>
              <w:keepNext/>
            </w:pPr>
          </w:p>
          <w:p w14:paraId="38C0A9F3" w14:textId="30B10698" w:rsidR="00D64016" w:rsidRDefault="00D64016" w:rsidP="00150CCB">
            <w:pPr>
              <w:pStyle w:val="61Tabellentext"/>
              <w:keepNext/>
            </w:pPr>
          </w:p>
        </w:tc>
      </w:tr>
      <w:tr w:rsidR="00D64016" w14:paraId="5220D7FD" w14:textId="77777777" w:rsidTr="41E908C7">
        <w:tc>
          <w:tcPr>
            <w:tcW w:w="3256" w:type="dxa"/>
          </w:tcPr>
          <w:p w14:paraId="2FEA8C21" w14:textId="77777777" w:rsidR="00D64016" w:rsidRPr="00D64016" w:rsidRDefault="00D64016" w:rsidP="00150CCB">
            <w:pPr>
              <w:pStyle w:val="61Tabellentext"/>
              <w:rPr>
                <w:sz w:val="20"/>
                <w:szCs w:val="20"/>
              </w:rPr>
            </w:pPr>
            <w:r w:rsidRPr="00D64016">
              <w:rPr>
                <w:sz w:val="20"/>
                <w:szCs w:val="20"/>
              </w:rPr>
              <w:t>Festnetz-Telefonnummer</w:t>
            </w:r>
          </w:p>
        </w:tc>
        <w:tc>
          <w:tcPr>
            <w:tcW w:w="6155" w:type="dxa"/>
          </w:tcPr>
          <w:p w14:paraId="02360139" w14:textId="10D69E9A" w:rsidR="00D64016" w:rsidRDefault="00D64016" w:rsidP="00150CCB">
            <w:pPr>
              <w:pStyle w:val="61Tabellentext"/>
              <w:keepNext/>
            </w:pPr>
          </w:p>
          <w:p w14:paraId="540EAD72" w14:textId="5E050490" w:rsidR="00D64016" w:rsidRDefault="00D64016" w:rsidP="00150CCB">
            <w:pPr>
              <w:pStyle w:val="61Tabellentext"/>
              <w:keepNext/>
            </w:pPr>
          </w:p>
        </w:tc>
      </w:tr>
      <w:tr w:rsidR="00D64016" w14:paraId="5069C6B5" w14:textId="77777777" w:rsidTr="41E908C7">
        <w:tc>
          <w:tcPr>
            <w:tcW w:w="3256" w:type="dxa"/>
          </w:tcPr>
          <w:p w14:paraId="49C1D371" w14:textId="526CD784" w:rsidR="00D64016" w:rsidRPr="00D64016" w:rsidRDefault="00D64016" w:rsidP="00D64016">
            <w:pPr>
              <w:pStyle w:val="61Tabellentext"/>
              <w:rPr>
                <w:sz w:val="20"/>
                <w:szCs w:val="20"/>
              </w:rPr>
            </w:pPr>
            <w:r w:rsidRPr="00D64016">
              <w:rPr>
                <w:sz w:val="20"/>
                <w:szCs w:val="20"/>
              </w:rPr>
              <w:t>Telefon-Nummer Büro</w:t>
            </w:r>
          </w:p>
        </w:tc>
        <w:tc>
          <w:tcPr>
            <w:tcW w:w="6155" w:type="dxa"/>
          </w:tcPr>
          <w:p w14:paraId="7BE0610B" w14:textId="51021279" w:rsidR="00D64016" w:rsidRDefault="00D64016" w:rsidP="00D64016">
            <w:pPr>
              <w:pStyle w:val="61Tabellentext"/>
              <w:keepNext/>
            </w:pPr>
          </w:p>
          <w:p w14:paraId="2BD974FD" w14:textId="165FDD88" w:rsidR="00D64016" w:rsidRDefault="00D64016" w:rsidP="00D64016">
            <w:pPr>
              <w:pStyle w:val="61Tabellentext"/>
              <w:keepNext/>
            </w:pPr>
          </w:p>
        </w:tc>
      </w:tr>
      <w:tr w:rsidR="00D64016" w14:paraId="5B70B773" w14:textId="77777777" w:rsidTr="41E908C7">
        <w:tc>
          <w:tcPr>
            <w:tcW w:w="3256" w:type="dxa"/>
          </w:tcPr>
          <w:p w14:paraId="510ADC20" w14:textId="77777777" w:rsidR="00D64016" w:rsidRPr="00D64016" w:rsidRDefault="00D64016" w:rsidP="00150CCB">
            <w:pPr>
              <w:pStyle w:val="61Tabellentext"/>
              <w:rPr>
                <w:sz w:val="20"/>
                <w:szCs w:val="20"/>
              </w:rPr>
            </w:pPr>
            <w:r w:rsidRPr="00D64016">
              <w:rPr>
                <w:sz w:val="20"/>
                <w:szCs w:val="20"/>
              </w:rPr>
              <w:t>E-Mail-Adresse</w:t>
            </w:r>
          </w:p>
        </w:tc>
        <w:tc>
          <w:tcPr>
            <w:tcW w:w="6155" w:type="dxa"/>
          </w:tcPr>
          <w:p w14:paraId="41FA60A3" w14:textId="37B56693" w:rsidR="00D64016" w:rsidRDefault="00D64016" w:rsidP="00150CCB">
            <w:pPr>
              <w:pStyle w:val="61Tabellentext"/>
              <w:keepNext/>
            </w:pPr>
          </w:p>
          <w:p w14:paraId="28ABA1F3" w14:textId="3F2333FE" w:rsidR="00D64016" w:rsidRDefault="00D64016" w:rsidP="00150CCB">
            <w:pPr>
              <w:pStyle w:val="61Tabellentext"/>
              <w:keepNext/>
            </w:pPr>
          </w:p>
        </w:tc>
      </w:tr>
      <w:tr w:rsidR="00D64016" w14:paraId="20860708" w14:textId="77777777" w:rsidTr="41E908C7">
        <w:tc>
          <w:tcPr>
            <w:tcW w:w="3256" w:type="dxa"/>
          </w:tcPr>
          <w:p w14:paraId="0E3A9E42" w14:textId="63C33B7A" w:rsidR="00D64016" w:rsidRPr="00D64016" w:rsidRDefault="00D64016" w:rsidP="00150CCB">
            <w:pPr>
              <w:pStyle w:val="61Tabellentext"/>
              <w:rPr>
                <w:sz w:val="20"/>
                <w:szCs w:val="20"/>
              </w:rPr>
            </w:pPr>
            <w:r w:rsidRPr="00D64016">
              <w:rPr>
                <w:sz w:val="20"/>
                <w:szCs w:val="20"/>
              </w:rPr>
              <w:t>Bemerkungen</w:t>
            </w:r>
          </w:p>
        </w:tc>
        <w:tc>
          <w:tcPr>
            <w:tcW w:w="6155" w:type="dxa"/>
          </w:tcPr>
          <w:p w14:paraId="05E0E844" w14:textId="181E4E1E" w:rsidR="00D64016" w:rsidRDefault="00D64016" w:rsidP="00150CCB">
            <w:pPr>
              <w:pStyle w:val="61Tabellentext"/>
              <w:keepNext/>
            </w:pPr>
          </w:p>
          <w:p w14:paraId="79D5F788" w14:textId="134BB574" w:rsidR="00D64016" w:rsidRDefault="00D64016" w:rsidP="00150CCB">
            <w:pPr>
              <w:pStyle w:val="61Tabellentext"/>
              <w:keepNext/>
            </w:pPr>
          </w:p>
        </w:tc>
      </w:tr>
    </w:tbl>
    <w:p w14:paraId="7930C847" w14:textId="5B406D63" w:rsidR="00D64016" w:rsidRDefault="00D64016" w:rsidP="00D64016">
      <w:pPr>
        <w:pStyle w:val="Textkrper"/>
        <w:ind w:left="360"/>
        <w:rPr>
          <w:sz w:val="20"/>
          <w:szCs w:val="20"/>
        </w:rPr>
      </w:pPr>
    </w:p>
    <w:p w14:paraId="51B15FBB" w14:textId="62169C5A" w:rsidR="00D64016" w:rsidRDefault="00D64016" w:rsidP="00D64016">
      <w:pPr>
        <w:pStyle w:val="Textkrper"/>
        <w:ind w:left="360"/>
        <w:rPr>
          <w:sz w:val="20"/>
          <w:szCs w:val="20"/>
        </w:rPr>
      </w:pPr>
    </w:p>
    <w:p w14:paraId="18791857" w14:textId="54B86744" w:rsidR="00184641" w:rsidRDefault="00184641" w:rsidP="00D64016">
      <w:pPr>
        <w:pStyle w:val="Textkrper"/>
        <w:ind w:left="360"/>
        <w:rPr>
          <w:sz w:val="20"/>
          <w:szCs w:val="20"/>
        </w:rPr>
      </w:pPr>
    </w:p>
    <w:p w14:paraId="415E6EB9" w14:textId="5ECA92EF" w:rsidR="004D02A1" w:rsidRDefault="004D02A1" w:rsidP="00D64016">
      <w:pPr>
        <w:pStyle w:val="Textkrper"/>
        <w:ind w:left="360"/>
        <w:rPr>
          <w:sz w:val="20"/>
          <w:szCs w:val="20"/>
        </w:rPr>
      </w:pPr>
    </w:p>
    <w:p w14:paraId="1C73D1F6" w14:textId="224A9CDE" w:rsidR="004D02A1" w:rsidRDefault="004D02A1" w:rsidP="00D64016">
      <w:pPr>
        <w:pStyle w:val="Textkrper"/>
        <w:ind w:left="360"/>
        <w:rPr>
          <w:sz w:val="20"/>
          <w:szCs w:val="20"/>
        </w:rPr>
      </w:pPr>
    </w:p>
    <w:p w14:paraId="2370A39A" w14:textId="77777777" w:rsidR="004D02A1" w:rsidRPr="00D64016" w:rsidRDefault="004D02A1" w:rsidP="00D64016">
      <w:pPr>
        <w:pStyle w:val="Textkrper"/>
        <w:ind w:left="360"/>
        <w:rPr>
          <w:sz w:val="20"/>
          <w:szCs w:val="20"/>
        </w:rPr>
      </w:pPr>
    </w:p>
    <w:p w14:paraId="4C805CAB" w14:textId="736FE369" w:rsidR="00D64016" w:rsidRPr="00D64016" w:rsidRDefault="00D64016" w:rsidP="00D64016">
      <w:pPr>
        <w:pStyle w:val="01Haupttitel"/>
        <w:numPr>
          <w:ilvl w:val="0"/>
          <w:numId w:val="20"/>
        </w:numPr>
        <w:spacing w:line="240" w:lineRule="auto"/>
        <w:rPr>
          <w:sz w:val="22"/>
          <w:szCs w:val="22"/>
        </w:rPr>
      </w:pPr>
      <w:r w:rsidRPr="00D64016">
        <w:rPr>
          <w:sz w:val="22"/>
          <w:szCs w:val="22"/>
        </w:rPr>
        <w:t xml:space="preserve">Behandelnde Gesundheits-Fachperson </w:t>
      </w:r>
    </w:p>
    <w:p w14:paraId="6D928D8B" w14:textId="29AED446" w:rsidR="00D64016" w:rsidRDefault="00D64016" w:rsidP="00D64016">
      <w:pPr>
        <w:pStyle w:val="Textkrper"/>
        <w:ind w:left="360"/>
        <w:rPr>
          <w:sz w:val="20"/>
          <w:szCs w:val="20"/>
        </w:rPr>
      </w:pPr>
      <w:r w:rsidRPr="00D64016">
        <w:rPr>
          <w:sz w:val="20"/>
          <w:szCs w:val="20"/>
        </w:rPr>
        <w:t>(Weitere Behandelnde können Sie am Ende des Formulars erfassen)</w:t>
      </w:r>
    </w:p>
    <w:p w14:paraId="33124803" w14:textId="77777777" w:rsidR="00D64016" w:rsidRDefault="00D64016" w:rsidP="00D64016">
      <w:pPr>
        <w:pStyle w:val="Textkrper"/>
        <w:ind w:left="360"/>
      </w:pPr>
    </w:p>
    <w:tbl>
      <w:tblPr>
        <w:tblStyle w:val="axsanaTabelle1"/>
        <w:tblW w:w="9411" w:type="dxa"/>
        <w:tblLook w:val="0600" w:firstRow="0" w:lastRow="0" w:firstColumn="0" w:lastColumn="0" w:noHBand="1" w:noVBand="1"/>
      </w:tblPr>
      <w:tblGrid>
        <w:gridCol w:w="3256"/>
        <w:gridCol w:w="6155"/>
      </w:tblGrid>
      <w:tr w:rsidR="00D64016" w14:paraId="7FF4C124" w14:textId="77777777" w:rsidTr="41E908C7">
        <w:tc>
          <w:tcPr>
            <w:tcW w:w="3256" w:type="dxa"/>
          </w:tcPr>
          <w:p w14:paraId="354E295A" w14:textId="68901B9B" w:rsidR="00D64016" w:rsidRPr="00184641" w:rsidRDefault="00184641" w:rsidP="00150CCB">
            <w:pPr>
              <w:pStyle w:val="61Tabellentext"/>
              <w:rPr>
                <w:sz w:val="20"/>
                <w:szCs w:val="20"/>
              </w:rPr>
            </w:pPr>
            <w:r w:rsidRPr="00184641">
              <w:rPr>
                <w:sz w:val="20"/>
                <w:szCs w:val="20"/>
              </w:rPr>
              <w:t>Rolle (z.B. Hausarzt, Spezialarzt, Therapeut, Spitex etc.)</w:t>
            </w:r>
          </w:p>
        </w:tc>
        <w:tc>
          <w:tcPr>
            <w:tcW w:w="6155" w:type="dxa"/>
          </w:tcPr>
          <w:p w14:paraId="12952D3A" w14:textId="77777777" w:rsidR="00D64016" w:rsidRDefault="00D64016" w:rsidP="00150CCB">
            <w:pPr>
              <w:pStyle w:val="61Tabellentext"/>
            </w:pPr>
          </w:p>
        </w:tc>
      </w:tr>
      <w:tr w:rsidR="00D64016" w14:paraId="72C318E1" w14:textId="77777777" w:rsidTr="41E908C7">
        <w:tc>
          <w:tcPr>
            <w:tcW w:w="3256" w:type="dxa"/>
          </w:tcPr>
          <w:p w14:paraId="6BA26F52" w14:textId="650A96FF" w:rsidR="00D64016" w:rsidRPr="00184641" w:rsidRDefault="00184641" w:rsidP="00150CCB">
            <w:pPr>
              <w:pStyle w:val="61Tabellentext"/>
              <w:rPr>
                <w:sz w:val="20"/>
                <w:szCs w:val="20"/>
              </w:rPr>
            </w:pPr>
            <w:r w:rsidRPr="00184641">
              <w:rPr>
                <w:sz w:val="20"/>
                <w:szCs w:val="20"/>
              </w:rPr>
              <w:t>Spezialisierung, Fachrichtung, Facharzttitel</w:t>
            </w:r>
          </w:p>
        </w:tc>
        <w:tc>
          <w:tcPr>
            <w:tcW w:w="6155" w:type="dxa"/>
          </w:tcPr>
          <w:p w14:paraId="519596B2" w14:textId="77777777" w:rsidR="00D64016" w:rsidRDefault="00D64016" w:rsidP="00150CCB">
            <w:pPr>
              <w:pStyle w:val="61Tabellentext"/>
            </w:pPr>
          </w:p>
        </w:tc>
      </w:tr>
      <w:tr w:rsidR="00D64016" w14:paraId="2766F560" w14:textId="77777777" w:rsidTr="41E908C7">
        <w:tc>
          <w:tcPr>
            <w:tcW w:w="3256" w:type="dxa"/>
          </w:tcPr>
          <w:p w14:paraId="186C8B51" w14:textId="77777777" w:rsidR="00D64016" w:rsidRPr="00D64016" w:rsidRDefault="00D64016" w:rsidP="00150CCB">
            <w:pPr>
              <w:pStyle w:val="61Tabellentext"/>
              <w:rPr>
                <w:sz w:val="20"/>
                <w:szCs w:val="20"/>
              </w:rPr>
            </w:pPr>
            <w:r w:rsidRPr="00D64016">
              <w:rPr>
                <w:sz w:val="20"/>
                <w:szCs w:val="20"/>
              </w:rPr>
              <w:t>Anrede</w:t>
            </w:r>
          </w:p>
        </w:tc>
        <w:tc>
          <w:tcPr>
            <w:tcW w:w="6155" w:type="dxa"/>
          </w:tcPr>
          <w:p w14:paraId="08319713" w14:textId="7827C092" w:rsidR="00D64016" w:rsidRDefault="00D64016" w:rsidP="00150CCB">
            <w:pPr>
              <w:pStyle w:val="61Tabellentext"/>
            </w:pPr>
          </w:p>
          <w:p w14:paraId="17295322" w14:textId="3934062A" w:rsidR="00D64016" w:rsidRDefault="00D64016" w:rsidP="00150CCB">
            <w:pPr>
              <w:pStyle w:val="61Tabellentext"/>
            </w:pPr>
          </w:p>
        </w:tc>
      </w:tr>
      <w:tr w:rsidR="00D64016" w14:paraId="0DC440A3" w14:textId="77777777" w:rsidTr="41E908C7">
        <w:tc>
          <w:tcPr>
            <w:tcW w:w="3256" w:type="dxa"/>
          </w:tcPr>
          <w:p w14:paraId="33E03C4B" w14:textId="77777777" w:rsidR="00D64016" w:rsidRPr="00D64016" w:rsidRDefault="00D64016" w:rsidP="00150CCB">
            <w:pPr>
              <w:pStyle w:val="61Tabellentext"/>
              <w:rPr>
                <w:sz w:val="20"/>
                <w:szCs w:val="20"/>
              </w:rPr>
            </w:pPr>
            <w:r w:rsidRPr="00D64016">
              <w:rPr>
                <w:sz w:val="20"/>
                <w:szCs w:val="20"/>
              </w:rPr>
              <w:t>Name</w:t>
            </w:r>
          </w:p>
        </w:tc>
        <w:tc>
          <w:tcPr>
            <w:tcW w:w="6155" w:type="dxa"/>
          </w:tcPr>
          <w:p w14:paraId="40AAC193" w14:textId="2840B96E" w:rsidR="00D64016" w:rsidRDefault="00D64016" w:rsidP="00150CCB">
            <w:pPr>
              <w:pStyle w:val="61Tabellentext"/>
            </w:pPr>
          </w:p>
          <w:p w14:paraId="3C75C99C" w14:textId="5E5A901B" w:rsidR="00D64016" w:rsidRDefault="00D64016" w:rsidP="00150CCB">
            <w:pPr>
              <w:pStyle w:val="61Tabellentext"/>
            </w:pPr>
          </w:p>
        </w:tc>
      </w:tr>
      <w:tr w:rsidR="00D64016" w14:paraId="1B128434" w14:textId="77777777" w:rsidTr="41E908C7">
        <w:tc>
          <w:tcPr>
            <w:tcW w:w="3256" w:type="dxa"/>
          </w:tcPr>
          <w:p w14:paraId="3CF07453" w14:textId="77777777" w:rsidR="00D64016" w:rsidRPr="00D64016" w:rsidRDefault="00D64016" w:rsidP="00150CCB">
            <w:pPr>
              <w:pStyle w:val="61Tabellentext"/>
              <w:rPr>
                <w:sz w:val="20"/>
                <w:szCs w:val="20"/>
              </w:rPr>
            </w:pPr>
            <w:r w:rsidRPr="00D64016">
              <w:rPr>
                <w:sz w:val="20"/>
                <w:szCs w:val="20"/>
              </w:rPr>
              <w:t>Vorname</w:t>
            </w:r>
          </w:p>
        </w:tc>
        <w:tc>
          <w:tcPr>
            <w:tcW w:w="6155" w:type="dxa"/>
          </w:tcPr>
          <w:p w14:paraId="129ABFA4" w14:textId="2B337A8A" w:rsidR="00D64016" w:rsidRDefault="00D64016" w:rsidP="00150CCB">
            <w:pPr>
              <w:pStyle w:val="61Tabellentext"/>
            </w:pPr>
          </w:p>
          <w:p w14:paraId="6FAB5616" w14:textId="53F91893" w:rsidR="00D64016" w:rsidRDefault="00D64016" w:rsidP="00150CCB">
            <w:pPr>
              <w:pStyle w:val="61Tabellentext"/>
            </w:pPr>
          </w:p>
        </w:tc>
      </w:tr>
      <w:tr w:rsidR="00D64016" w14:paraId="7F24583E" w14:textId="77777777" w:rsidTr="41E908C7">
        <w:tc>
          <w:tcPr>
            <w:tcW w:w="3256" w:type="dxa"/>
          </w:tcPr>
          <w:p w14:paraId="30667C42" w14:textId="77777777" w:rsidR="00D64016" w:rsidRPr="00D64016" w:rsidRDefault="00D64016" w:rsidP="00150CCB">
            <w:pPr>
              <w:pStyle w:val="61Tabellentext"/>
              <w:rPr>
                <w:sz w:val="20"/>
                <w:szCs w:val="20"/>
              </w:rPr>
            </w:pPr>
            <w:r w:rsidRPr="00D64016">
              <w:rPr>
                <w:sz w:val="20"/>
                <w:szCs w:val="20"/>
              </w:rPr>
              <w:t>Adresse (Strasse, Nr.)</w:t>
            </w:r>
          </w:p>
        </w:tc>
        <w:tc>
          <w:tcPr>
            <w:tcW w:w="6155" w:type="dxa"/>
          </w:tcPr>
          <w:p w14:paraId="1AD1EF57" w14:textId="0DB49160" w:rsidR="00D64016" w:rsidRDefault="00D64016" w:rsidP="00150CCB">
            <w:pPr>
              <w:pStyle w:val="61Tabellentext"/>
            </w:pPr>
          </w:p>
          <w:p w14:paraId="66B9C0BF" w14:textId="38A563BD" w:rsidR="00D64016" w:rsidRDefault="00D64016" w:rsidP="00150CCB">
            <w:pPr>
              <w:pStyle w:val="61Tabellentext"/>
            </w:pPr>
          </w:p>
        </w:tc>
      </w:tr>
      <w:tr w:rsidR="00D64016" w14:paraId="56CF5DAD" w14:textId="77777777" w:rsidTr="41E908C7">
        <w:tc>
          <w:tcPr>
            <w:tcW w:w="3256" w:type="dxa"/>
          </w:tcPr>
          <w:p w14:paraId="305A4234" w14:textId="77777777" w:rsidR="00D64016" w:rsidRPr="00D64016" w:rsidRDefault="00D64016" w:rsidP="00150CCB">
            <w:pPr>
              <w:pStyle w:val="61Tabellentext"/>
              <w:rPr>
                <w:sz w:val="20"/>
                <w:szCs w:val="20"/>
              </w:rPr>
            </w:pPr>
            <w:r w:rsidRPr="00D64016">
              <w:rPr>
                <w:sz w:val="20"/>
                <w:szCs w:val="20"/>
              </w:rPr>
              <w:t>PLZ, Ort</w:t>
            </w:r>
          </w:p>
        </w:tc>
        <w:tc>
          <w:tcPr>
            <w:tcW w:w="6155" w:type="dxa"/>
          </w:tcPr>
          <w:p w14:paraId="6EACE921" w14:textId="0915A05A" w:rsidR="00D64016" w:rsidRDefault="00D64016" w:rsidP="00150CCB">
            <w:pPr>
              <w:pStyle w:val="61Tabellentext"/>
            </w:pPr>
          </w:p>
          <w:p w14:paraId="11AA8C27" w14:textId="4B29FD03" w:rsidR="00D64016" w:rsidRDefault="00D64016" w:rsidP="00150CCB">
            <w:pPr>
              <w:pStyle w:val="61Tabellentext"/>
            </w:pPr>
          </w:p>
        </w:tc>
      </w:tr>
      <w:tr w:rsidR="00D64016" w14:paraId="038C7EDC" w14:textId="77777777" w:rsidTr="41E908C7">
        <w:tc>
          <w:tcPr>
            <w:tcW w:w="3256" w:type="dxa"/>
          </w:tcPr>
          <w:p w14:paraId="6C49A7D0" w14:textId="77777777" w:rsidR="00D64016" w:rsidRPr="00D64016" w:rsidRDefault="00D64016" w:rsidP="00150CCB">
            <w:pPr>
              <w:pStyle w:val="61Tabellentext"/>
              <w:rPr>
                <w:sz w:val="20"/>
                <w:szCs w:val="20"/>
              </w:rPr>
            </w:pPr>
            <w:r w:rsidRPr="00D64016">
              <w:rPr>
                <w:sz w:val="20"/>
                <w:szCs w:val="20"/>
              </w:rPr>
              <w:t>Land</w:t>
            </w:r>
          </w:p>
        </w:tc>
        <w:tc>
          <w:tcPr>
            <w:tcW w:w="6155" w:type="dxa"/>
          </w:tcPr>
          <w:p w14:paraId="546CC61A" w14:textId="460AAF54" w:rsidR="00D64016" w:rsidRDefault="00D64016" w:rsidP="00150CCB">
            <w:pPr>
              <w:pStyle w:val="61Tabellentext"/>
            </w:pPr>
          </w:p>
          <w:p w14:paraId="60B7BAF7" w14:textId="38480568" w:rsidR="00D64016" w:rsidRDefault="00D64016" w:rsidP="00150CCB">
            <w:pPr>
              <w:pStyle w:val="61Tabellentext"/>
            </w:pPr>
          </w:p>
        </w:tc>
      </w:tr>
      <w:tr w:rsidR="00D64016" w14:paraId="0D3B62D2" w14:textId="77777777" w:rsidTr="41E908C7">
        <w:tc>
          <w:tcPr>
            <w:tcW w:w="3256" w:type="dxa"/>
          </w:tcPr>
          <w:p w14:paraId="3FEB6B54" w14:textId="77777777" w:rsidR="00D64016" w:rsidRPr="00D64016" w:rsidRDefault="00D64016" w:rsidP="00150CCB">
            <w:pPr>
              <w:pStyle w:val="61Tabellentext"/>
              <w:rPr>
                <w:sz w:val="20"/>
                <w:szCs w:val="20"/>
              </w:rPr>
            </w:pPr>
            <w:r w:rsidRPr="00D64016">
              <w:rPr>
                <w:sz w:val="20"/>
                <w:szCs w:val="20"/>
              </w:rPr>
              <w:t>Mobiltelefon-Nummer</w:t>
            </w:r>
          </w:p>
        </w:tc>
        <w:tc>
          <w:tcPr>
            <w:tcW w:w="6155" w:type="dxa"/>
          </w:tcPr>
          <w:p w14:paraId="37648562" w14:textId="4036EF4D" w:rsidR="00D64016" w:rsidRDefault="00D64016" w:rsidP="00150CCB">
            <w:pPr>
              <w:pStyle w:val="61Tabellentext"/>
              <w:keepNext/>
            </w:pPr>
          </w:p>
          <w:p w14:paraId="45815234" w14:textId="51309ABD" w:rsidR="00D64016" w:rsidRDefault="00D64016" w:rsidP="00150CCB">
            <w:pPr>
              <w:pStyle w:val="61Tabellentext"/>
              <w:keepNext/>
            </w:pPr>
          </w:p>
        </w:tc>
      </w:tr>
      <w:tr w:rsidR="00D64016" w14:paraId="0293AD04" w14:textId="77777777" w:rsidTr="41E908C7">
        <w:tc>
          <w:tcPr>
            <w:tcW w:w="3256" w:type="dxa"/>
          </w:tcPr>
          <w:p w14:paraId="3A4AC22B" w14:textId="77777777" w:rsidR="00D64016" w:rsidRPr="00D64016" w:rsidRDefault="00D64016" w:rsidP="00150CCB">
            <w:pPr>
              <w:pStyle w:val="61Tabellentext"/>
              <w:rPr>
                <w:sz w:val="20"/>
                <w:szCs w:val="20"/>
              </w:rPr>
            </w:pPr>
            <w:r w:rsidRPr="00D64016">
              <w:rPr>
                <w:sz w:val="20"/>
                <w:szCs w:val="20"/>
              </w:rPr>
              <w:t>Festnetz-Telefonnummer</w:t>
            </w:r>
          </w:p>
        </w:tc>
        <w:tc>
          <w:tcPr>
            <w:tcW w:w="6155" w:type="dxa"/>
          </w:tcPr>
          <w:p w14:paraId="3E2F5371" w14:textId="041ADB4D" w:rsidR="00D64016" w:rsidRDefault="00D64016" w:rsidP="00150CCB">
            <w:pPr>
              <w:pStyle w:val="61Tabellentext"/>
              <w:keepNext/>
            </w:pPr>
          </w:p>
          <w:p w14:paraId="6107C815" w14:textId="1C3AC16A" w:rsidR="00D64016" w:rsidRDefault="00D64016" w:rsidP="00150CCB">
            <w:pPr>
              <w:pStyle w:val="61Tabellentext"/>
              <w:keepNext/>
            </w:pPr>
          </w:p>
        </w:tc>
      </w:tr>
      <w:tr w:rsidR="00D64016" w14:paraId="59DC86F3" w14:textId="77777777" w:rsidTr="41E908C7">
        <w:tc>
          <w:tcPr>
            <w:tcW w:w="3256" w:type="dxa"/>
          </w:tcPr>
          <w:p w14:paraId="76612EB1" w14:textId="77777777" w:rsidR="00D64016" w:rsidRPr="00D64016" w:rsidRDefault="00D64016" w:rsidP="00150CCB">
            <w:pPr>
              <w:pStyle w:val="61Tabellentext"/>
              <w:rPr>
                <w:sz w:val="20"/>
                <w:szCs w:val="20"/>
              </w:rPr>
            </w:pPr>
            <w:r w:rsidRPr="00D64016">
              <w:rPr>
                <w:sz w:val="20"/>
                <w:szCs w:val="20"/>
              </w:rPr>
              <w:t>Telefon-Nummer Büro</w:t>
            </w:r>
          </w:p>
        </w:tc>
        <w:tc>
          <w:tcPr>
            <w:tcW w:w="6155" w:type="dxa"/>
          </w:tcPr>
          <w:p w14:paraId="482AF3E9" w14:textId="6FB1FAF5" w:rsidR="00D64016" w:rsidRDefault="00D64016" w:rsidP="00150CCB">
            <w:pPr>
              <w:pStyle w:val="61Tabellentext"/>
              <w:keepNext/>
            </w:pPr>
          </w:p>
          <w:p w14:paraId="09493E02" w14:textId="5D3F03B2" w:rsidR="00D64016" w:rsidRDefault="00D64016" w:rsidP="00150CCB">
            <w:pPr>
              <w:pStyle w:val="61Tabellentext"/>
              <w:keepNext/>
            </w:pPr>
          </w:p>
        </w:tc>
      </w:tr>
      <w:tr w:rsidR="00D64016" w14:paraId="0E2B9CB9" w14:textId="77777777" w:rsidTr="41E908C7">
        <w:tc>
          <w:tcPr>
            <w:tcW w:w="3256" w:type="dxa"/>
          </w:tcPr>
          <w:p w14:paraId="7C320944" w14:textId="77777777" w:rsidR="00D64016" w:rsidRPr="00D64016" w:rsidRDefault="00D64016" w:rsidP="00150CCB">
            <w:pPr>
              <w:pStyle w:val="61Tabellentext"/>
              <w:rPr>
                <w:sz w:val="20"/>
                <w:szCs w:val="20"/>
              </w:rPr>
            </w:pPr>
            <w:r w:rsidRPr="00D64016">
              <w:rPr>
                <w:sz w:val="20"/>
                <w:szCs w:val="20"/>
              </w:rPr>
              <w:t>E-Mail-Adresse</w:t>
            </w:r>
          </w:p>
        </w:tc>
        <w:tc>
          <w:tcPr>
            <w:tcW w:w="6155" w:type="dxa"/>
          </w:tcPr>
          <w:p w14:paraId="21BD6DD2" w14:textId="0CC8462F" w:rsidR="00D64016" w:rsidRDefault="00D64016" w:rsidP="00150CCB">
            <w:pPr>
              <w:pStyle w:val="61Tabellentext"/>
              <w:keepNext/>
            </w:pPr>
          </w:p>
          <w:p w14:paraId="269A729C" w14:textId="3A299F07" w:rsidR="00D64016" w:rsidRDefault="00D64016" w:rsidP="00150CCB">
            <w:pPr>
              <w:pStyle w:val="61Tabellentext"/>
              <w:keepNext/>
            </w:pPr>
          </w:p>
        </w:tc>
      </w:tr>
      <w:tr w:rsidR="00D64016" w14:paraId="1A863513" w14:textId="77777777" w:rsidTr="41E908C7">
        <w:tc>
          <w:tcPr>
            <w:tcW w:w="3256" w:type="dxa"/>
          </w:tcPr>
          <w:p w14:paraId="3A2814B6" w14:textId="77777777" w:rsidR="00D64016" w:rsidRPr="00D64016" w:rsidRDefault="00D64016" w:rsidP="00150CCB">
            <w:pPr>
              <w:pStyle w:val="61Tabellentext"/>
              <w:rPr>
                <w:sz w:val="20"/>
                <w:szCs w:val="20"/>
              </w:rPr>
            </w:pPr>
            <w:r w:rsidRPr="00D64016">
              <w:rPr>
                <w:sz w:val="20"/>
                <w:szCs w:val="20"/>
              </w:rPr>
              <w:t>Bemerkungen</w:t>
            </w:r>
          </w:p>
        </w:tc>
        <w:tc>
          <w:tcPr>
            <w:tcW w:w="6155" w:type="dxa"/>
          </w:tcPr>
          <w:p w14:paraId="329D07B9" w14:textId="2B3CB5D9" w:rsidR="00D64016" w:rsidRDefault="00D64016" w:rsidP="00150CCB">
            <w:pPr>
              <w:pStyle w:val="61Tabellentext"/>
              <w:keepNext/>
            </w:pPr>
          </w:p>
          <w:p w14:paraId="2EAF6A1A" w14:textId="75F14141" w:rsidR="00D64016" w:rsidRDefault="00D64016" w:rsidP="00150CCB">
            <w:pPr>
              <w:pStyle w:val="61Tabellentext"/>
              <w:keepNext/>
            </w:pPr>
          </w:p>
        </w:tc>
      </w:tr>
    </w:tbl>
    <w:p w14:paraId="2AF989F8" w14:textId="74D9E2A4" w:rsidR="00D64016" w:rsidRDefault="00D64016" w:rsidP="00D64016">
      <w:pPr>
        <w:pStyle w:val="Textkrper"/>
      </w:pPr>
    </w:p>
    <w:p w14:paraId="65D89700" w14:textId="4125CAB8" w:rsidR="004D02A1" w:rsidRDefault="004D02A1" w:rsidP="00D64016">
      <w:pPr>
        <w:pStyle w:val="Textkrper"/>
      </w:pPr>
    </w:p>
    <w:p w14:paraId="61DEC803" w14:textId="77777777" w:rsidR="004D02A1" w:rsidRDefault="004D02A1" w:rsidP="00D64016">
      <w:pPr>
        <w:pStyle w:val="Textkrper"/>
      </w:pPr>
    </w:p>
    <w:p w14:paraId="4EF80D9F" w14:textId="1D2F7B49" w:rsidR="00184641" w:rsidRDefault="00184641" w:rsidP="00D64016">
      <w:pPr>
        <w:pStyle w:val="Textkrper"/>
      </w:pPr>
    </w:p>
    <w:p w14:paraId="41994FEC" w14:textId="39688AF3" w:rsidR="00184641" w:rsidRDefault="00184641" w:rsidP="00184641">
      <w:pPr>
        <w:pStyle w:val="01Haupttitel"/>
        <w:numPr>
          <w:ilvl w:val="0"/>
          <w:numId w:val="20"/>
        </w:numPr>
        <w:spacing w:line="240" w:lineRule="auto"/>
        <w:rPr>
          <w:sz w:val="22"/>
          <w:szCs w:val="22"/>
        </w:rPr>
      </w:pPr>
      <w:r w:rsidRPr="00184641">
        <w:rPr>
          <w:sz w:val="22"/>
          <w:szCs w:val="22"/>
        </w:rPr>
        <w:t>Blutgruppe</w:t>
      </w:r>
    </w:p>
    <w:p w14:paraId="7AA76DFB" w14:textId="043330FF" w:rsidR="00184641" w:rsidRDefault="00184641" w:rsidP="00184641">
      <w:pPr>
        <w:pStyle w:val="01Haupttitel"/>
        <w:spacing w:line="240" w:lineRule="auto"/>
        <w:ind w:left="360"/>
        <w:rPr>
          <w:sz w:val="22"/>
          <w:szCs w:val="22"/>
        </w:rPr>
      </w:pPr>
    </w:p>
    <w:tbl>
      <w:tblPr>
        <w:tblStyle w:val="axsanaTabelle1"/>
        <w:tblW w:w="9411" w:type="dxa"/>
        <w:tblLook w:val="0600" w:firstRow="0" w:lastRow="0" w:firstColumn="0" w:lastColumn="0" w:noHBand="1" w:noVBand="1"/>
      </w:tblPr>
      <w:tblGrid>
        <w:gridCol w:w="3256"/>
        <w:gridCol w:w="6155"/>
      </w:tblGrid>
      <w:tr w:rsidR="00184641" w14:paraId="14F5483C" w14:textId="77777777" w:rsidTr="41E908C7">
        <w:tc>
          <w:tcPr>
            <w:tcW w:w="3256" w:type="dxa"/>
          </w:tcPr>
          <w:p w14:paraId="70436F58" w14:textId="2C0F3823" w:rsidR="00184641" w:rsidRPr="00184641" w:rsidRDefault="00184641" w:rsidP="00150CCB">
            <w:pPr>
              <w:pStyle w:val="61Tabellentext"/>
              <w:rPr>
                <w:sz w:val="20"/>
                <w:szCs w:val="20"/>
              </w:rPr>
            </w:pPr>
            <w:r w:rsidRPr="00184641">
              <w:rPr>
                <w:sz w:val="20"/>
                <w:szCs w:val="20"/>
              </w:rPr>
              <w:t>Blutgruppe und Rhesusfaktor</w:t>
            </w:r>
          </w:p>
        </w:tc>
        <w:tc>
          <w:tcPr>
            <w:tcW w:w="6155" w:type="dxa"/>
          </w:tcPr>
          <w:p w14:paraId="28D46D4C" w14:textId="401D20DE" w:rsidR="00184641" w:rsidRDefault="00184641" w:rsidP="00150CCB">
            <w:pPr>
              <w:pStyle w:val="61Tabellentext"/>
            </w:pPr>
          </w:p>
          <w:p w14:paraId="66137ED3" w14:textId="07EBA7C8" w:rsidR="00184641" w:rsidRDefault="00184641" w:rsidP="00150CCB">
            <w:pPr>
              <w:pStyle w:val="61Tabellentext"/>
            </w:pPr>
          </w:p>
        </w:tc>
      </w:tr>
    </w:tbl>
    <w:p w14:paraId="3AEB4F06" w14:textId="3CE3A1D7" w:rsidR="00184641" w:rsidRDefault="00184641" w:rsidP="00184641">
      <w:pPr>
        <w:pStyle w:val="01Haupttitel"/>
        <w:spacing w:line="240" w:lineRule="auto"/>
        <w:ind w:left="360"/>
        <w:rPr>
          <w:sz w:val="22"/>
          <w:szCs w:val="22"/>
        </w:rPr>
      </w:pPr>
    </w:p>
    <w:p w14:paraId="03C494F1" w14:textId="33411234" w:rsidR="00184641" w:rsidRDefault="00184641" w:rsidP="00184641">
      <w:pPr>
        <w:pStyle w:val="01Haupttitel"/>
        <w:spacing w:line="240" w:lineRule="auto"/>
        <w:ind w:left="360"/>
        <w:rPr>
          <w:sz w:val="22"/>
          <w:szCs w:val="22"/>
        </w:rPr>
      </w:pPr>
    </w:p>
    <w:p w14:paraId="626424C3" w14:textId="36E33ECF" w:rsidR="004D02A1" w:rsidRDefault="004D02A1" w:rsidP="00184641">
      <w:pPr>
        <w:pStyle w:val="01Haupttitel"/>
        <w:spacing w:line="240" w:lineRule="auto"/>
        <w:ind w:left="360"/>
        <w:rPr>
          <w:sz w:val="22"/>
          <w:szCs w:val="22"/>
        </w:rPr>
      </w:pPr>
    </w:p>
    <w:p w14:paraId="46ED493D" w14:textId="181F924A" w:rsidR="004D02A1" w:rsidRDefault="004D02A1" w:rsidP="00184641">
      <w:pPr>
        <w:pStyle w:val="01Haupttitel"/>
        <w:spacing w:line="240" w:lineRule="auto"/>
        <w:ind w:left="360"/>
        <w:rPr>
          <w:sz w:val="22"/>
          <w:szCs w:val="22"/>
        </w:rPr>
      </w:pPr>
    </w:p>
    <w:p w14:paraId="0E3BCE4B" w14:textId="2765C992" w:rsidR="004D02A1" w:rsidRDefault="004D02A1" w:rsidP="00184641">
      <w:pPr>
        <w:pStyle w:val="01Haupttitel"/>
        <w:spacing w:line="240" w:lineRule="auto"/>
        <w:ind w:left="360"/>
        <w:rPr>
          <w:sz w:val="22"/>
          <w:szCs w:val="22"/>
        </w:rPr>
      </w:pPr>
    </w:p>
    <w:p w14:paraId="06F2B3F8" w14:textId="27EEE0FA" w:rsidR="004D02A1" w:rsidRDefault="004D02A1" w:rsidP="00184641">
      <w:pPr>
        <w:pStyle w:val="01Haupttitel"/>
        <w:spacing w:line="240" w:lineRule="auto"/>
        <w:ind w:left="360"/>
        <w:rPr>
          <w:sz w:val="22"/>
          <w:szCs w:val="22"/>
        </w:rPr>
      </w:pPr>
    </w:p>
    <w:p w14:paraId="12398CEC" w14:textId="44DFF2C1" w:rsidR="004D02A1" w:rsidRDefault="004D02A1" w:rsidP="00184641">
      <w:pPr>
        <w:pStyle w:val="01Haupttitel"/>
        <w:spacing w:line="240" w:lineRule="auto"/>
        <w:ind w:left="360"/>
        <w:rPr>
          <w:sz w:val="22"/>
          <w:szCs w:val="22"/>
        </w:rPr>
      </w:pPr>
    </w:p>
    <w:p w14:paraId="5E70B8B8" w14:textId="256B462F" w:rsidR="004D02A1" w:rsidRDefault="004D02A1" w:rsidP="00184641">
      <w:pPr>
        <w:pStyle w:val="01Haupttitel"/>
        <w:spacing w:line="240" w:lineRule="auto"/>
        <w:ind w:left="360"/>
        <w:rPr>
          <w:sz w:val="22"/>
          <w:szCs w:val="22"/>
        </w:rPr>
      </w:pPr>
    </w:p>
    <w:p w14:paraId="1F703CA9" w14:textId="2FD3F317" w:rsidR="004D02A1" w:rsidRDefault="004D02A1" w:rsidP="00184641">
      <w:pPr>
        <w:pStyle w:val="01Haupttitel"/>
        <w:spacing w:line="240" w:lineRule="auto"/>
        <w:ind w:left="360"/>
        <w:rPr>
          <w:sz w:val="22"/>
          <w:szCs w:val="22"/>
        </w:rPr>
      </w:pPr>
    </w:p>
    <w:p w14:paraId="71218F12" w14:textId="2F7A9DF3" w:rsidR="004D02A1" w:rsidRDefault="004D02A1" w:rsidP="00184641">
      <w:pPr>
        <w:pStyle w:val="01Haupttitel"/>
        <w:spacing w:line="240" w:lineRule="auto"/>
        <w:ind w:left="360"/>
        <w:rPr>
          <w:sz w:val="22"/>
          <w:szCs w:val="22"/>
        </w:rPr>
      </w:pPr>
    </w:p>
    <w:p w14:paraId="0E0A4939" w14:textId="3BA7D04C" w:rsidR="004D02A1" w:rsidRDefault="004D02A1" w:rsidP="00184641">
      <w:pPr>
        <w:pStyle w:val="01Haupttitel"/>
        <w:spacing w:line="240" w:lineRule="auto"/>
        <w:ind w:left="360"/>
        <w:rPr>
          <w:sz w:val="22"/>
          <w:szCs w:val="22"/>
        </w:rPr>
      </w:pPr>
    </w:p>
    <w:p w14:paraId="2FEEBD1E" w14:textId="77777777" w:rsidR="004D02A1" w:rsidRDefault="004D02A1" w:rsidP="00184641">
      <w:pPr>
        <w:pStyle w:val="01Haupttitel"/>
        <w:spacing w:line="240" w:lineRule="auto"/>
        <w:ind w:left="360"/>
        <w:rPr>
          <w:sz w:val="22"/>
          <w:szCs w:val="22"/>
        </w:rPr>
      </w:pPr>
    </w:p>
    <w:p w14:paraId="522C8C1D" w14:textId="56ADA13C" w:rsidR="00184641" w:rsidRPr="00184641" w:rsidRDefault="00184641" w:rsidP="00184641">
      <w:pPr>
        <w:pStyle w:val="01Haupttitel"/>
        <w:numPr>
          <w:ilvl w:val="0"/>
          <w:numId w:val="20"/>
        </w:numPr>
        <w:spacing w:line="240" w:lineRule="auto"/>
        <w:rPr>
          <w:sz w:val="22"/>
          <w:szCs w:val="22"/>
        </w:rPr>
      </w:pPr>
      <w:r w:rsidRPr="00184641">
        <w:rPr>
          <w:sz w:val="22"/>
          <w:szCs w:val="22"/>
        </w:rPr>
        <w:lastRenderedPageBreak/>
        <w:t xml:space="preserve">Allergien oder Unverträglichkeiten </w:t>
      </w:r>
    </w:p>
    <w:p w14:paraId="430255A9" w14:textId="722E834B" w:rsidR="00184641" w:rsidRDefault="00184641" w:rsidP="00184641">
      <w:pPr>
        <w:pStyle w:val="Textkrper"/>
        <w:ind w:left="360"/>
        <w:rPr>
          <w:sz w:val="20"/>
          <w:szCs w:val="20"/>
        </w:rPr>
      </w:pPr>
      <w:r w:rsidRPr="00184641">
        <w:rPr>
          <w:sz w:val="20"/>
          <w:szCs w:val="20"/>
        </w:rPr>
        <w:t>(Weitere Einträge können Sie am Ende des Formulars erfassen)</w:t>
      </w:r>
    </w:p>
    <w:p w14:paraId="7D6FB5CD" w14:textId="77777777" w:rsidR="00D56E25" w:rsidRDefault="00D56E25" w:rsidP="00184641">
      <w:pPr>
        <w:pStyle w:val="Textkrper"/>
        <w:ind w:left="360"/>
        <w:rPr>
          <w:sz w:val="20"/>
          <w:szCs w:val="20"/>
        </w:rPr>
      </w:pPr>
    </w:p>
    <w:tbl>
      <w:tblPr>
        <w:tblStyle w:val="axsanaTabelle1"/>
        <w:tblW w:w="9411" w:type="dxa"/>
        <w:tblLook w:val="0600" w:firstRow="0" w:lastRow="0" w:firstColumn="0" w:lastColumn="0" w:noHBand="1" w:noVBand="1"/>
      </w:tblPr>
      <w:tblGrid>
        <w:gridCol w:w="3256"/>
        <w:gridCol w:w="6155"/>
      </w:tblGrid>
      <w:tr w:rsidR="00D56E25" w14:paraId="3793AFAF" w14:textId="77777777" w:rsidTr="41E908C7">
        <w:tc>
          <w:tcPr>
            <w:tcW w:w="3256" w:type="dxa"/>
          </w:tcPr>
          <w:p w14:paraId="6BF573A0" w14:textId="244EF5A8" w:rsidR="00D56E25" w:rsidRPr="00D56E25" w:rsidRDefault="00D56E25" w:rsidP="00150CCB">
            <w:pPr>
              <w:pStyle w:val="61Tabellentext"/>
              <w:rPr>
                <w:sz w:val="20"/>
                <w:szCs w:val="20"/>
              </w:rPr>
            </w:pPr>
            <w:r w:rsidRPr="00D56E25">
              <w:rPr>
                <w:sz w:val="20"/>
                <w:szCs w:val="20"/>
              </w:rPr>
              <w:t>Bezeichnung der Allergie oder Unverträglichkeit</w:t>
            </w:r>
          </w:p>
        </w:tc>
        <w:tc>
          <w:tcPr>
            <w:tcW w:w="6155" w:type="dxa"/>
          </w:tcPr>
          <w:p w14:paraId="4261A8C0" w14:textId="77777777" w:rsidR="00D56E25" w:rsidRDefault="00D56E25" w:rsidP="00150CCB">
            <w:pPr>
              <w:pStyle w:val="61Tabellentext"/>
            </w:pPr>
          </w:p>
        </w:tc>
      </w:tr>
      <w:tr w:rsidR="00D56E25" w14:paraId="60A44F72" w14:textId="77777777" w:rsidTr="41E908C7">
        <w:tc>
          <w:tcPr>
            <w:tcW w:w="3256" w:type="dxa"/>
          </w:tcPr>
          <w:p w14:paraId="37C78F90" w14:textId="790F590A" w:rsidR="00D56E25" w:rsidRPr="00D56E25" w:rsidRDefault="00D56E25" w:rsidP="00150CCB">
            <w:pPr>
              <w:pStyle w:val="61Tabellentext"/>
              <w:rPr>
                <w:sz w:val="20"/>
                <w:szCs w:val="20"/>
              </w:rPr>
            </w:pPr>
            <w:r w:rsidRPr="00D56E25">
              <w:rPr>
                <w:sz w:val="20"/>
                <w:szCs w:val="20"/>
              </w:rPr>
              <w:t>Beschreibung der Reaktion bei Eintritt der Allergie oder Unverträglichkeit</w:t>
            </w:r>
          </w:p>
        </w:tc>
        <w:tc>
          <w:tcPr>
            <w:tcW w:w="6155" w:type="dxa"/>
          </w:tcPr>
          <w:p w14:paraId="7DDB499F" w14:textId="77777777" w:rsidR="00D56E25" w:rsidRDefault="00D56E25" w:rsidP="00150CCB">
            <w:pPr>
              <w:pStyle w:val="61Tabellentext"/>
            </w:pPr>
          </w:p>
        </w:tc>
      </w:tr>
      <w:tr w:rsidR="00D56E25" w14:paraId="639D26AC" w14:textId="77777777" w:rsidTr="41E908C7">
        <w:tc>
          <w:tcPr>
            <w:tcW w:w="3256" w:type="dxa"/>
          </w:tcPr>
          <w:p w14:paraId="1A88BDD4" w14:textId="2EDD26BD" w:rsidR="00D56E25" w:rsidRPr="00D56E25" w:rsidRDefault="00D56E25" w:rsidP="00150CCB">
            <w:pPr>
              <w:pStyle w:val="61Tabellentext"/>
              <w:rPr>
                <w:sz w:val="20"/>
                <w:szCs w:val="20"/>
              </w:rPr>
            </w:pPr>
            <w:r w:rsidRPr="00D56E25">
              <w:rPr>
                <w:sz w:val="20"/>
                <w:szCs w:val="20"/>
              </w:rPr>
              <w:t>Bemerkungen</w:t>
            </w:r>
          </w:p>
        </w:tc>
        <w:tc>
          <w:tcPr>
            <w:tcW w:w="6155" w:type="dxa"/>
          </w:tcPr>
          <w:p w14:paraId="1BDAFA92" w14:textId="3A62F51A" w:rsidR="00D56E25" w:rsidRDefault="00D56E25" w:rsidP="00150CCB">
            <w:pPr>
              <w:pStyle w:val="61Tabellentext"/>
            </w:pPr>
          </w:p>
          <w:p w14:paraId="60319106" w14:textId="43C66DA0" w:rsidR="00D56E25" w:rsidRDefault="00D56E25" w:rsidP="00150CCB">
            <w:pPr>
              <w:pStyle w:val="61Tabellentext"/>
            </w:pPr>
          </w:p>
          <w:p w14:paraId="7DEE0582" w14:textId="384A2A49" w:rsidR="00D56E25" w:rsidRDefault="00D56E25" w:rsidP="00150CCB">
            <w:pPr>
              <w:pStyle w:val="61Tabellentext"/>
            </w:pPr>
          </w:p>
          <w:p w14:paraId="0AE739B2" w14:textId="61CF22E3" w:rsidR="00D56E25" w:rsidRDefault="00D56E25" w:rsidP="00150CCB">
            <w:pPr>
              <w:pStyle w:val="61Tabellentext"/>
            </w:pPr>
          </w:p>
        </w:tc>
      </w:tr>
      <w:tr w:rsidR="00D56E25" w14:paraId="213014C1" w14:textId="77777777" w:rsidTr="41E908C7">
        <w:tc>
          <w:tcPr>
            <w:tcW w:w="3256" w:type="dxa"/>
          </w:tcPr>
          <w:p w14:paraId="1EE1797D" w14:textId="3785A7EE" w:rsidR="00D56E25" w:rsidRPr="00D56E25" w:rsidRDefault="00D56E25" w:rsidP="00150CCB">
            <w:pPr>
              <w:pStyle w:val="61Tabellentext"/>
              <w:rPr>
                <w:sz w:val="20"/>
                <w:szCs w:val="20"/>
              </w:rPr>
            </w:pPr>
            <w:r w:rsidRPr="00D56E25">
              <w:rPr>
                <w:sz w:val="20"/>
                <w:szCs w:val="20"/>
              </w:rPr>
              <w:t>Gibt es weitere Dokumente im EPD zu dieser Allergie oder Unverträglichkeit?</w:t>
            </w:r>
          </w:p>
        </w:tc>
        <w:tc>
          <w:tcPr>
            <w:tcW w:w="6155" w:type="dxa"/>
          </w:tcPr>
          <w:p w14:paraId="4AFE848E" w14:textId="77777777" w:rsidR="00D56E25" w:rsidRDefault="00D56E25" w:rsidP="00150CCB">
            <w:pPr>
              <w:pStyle w:val="61Tabellentext"/>
            </w:pPr>
          </w:p>
        </w:tc>
      </w:tr>
    </w:tbl>
    <w:p w14:paraId="563A7B58" w14:textId="20088645" w:rsidR="00D56E25" w:rsidRDefault="00D56E25" w:rsidP="00184641">
      <w:pPr>
        <w:pStyle w:val="Textkrper"/>
        <w:ind w:left="360"/>
        <w:rPr>
          <w:sz w:val="20"/>
          <w:szCs w:val="20"/>
        </w:rPr>
      </w:pPr>
    </w:p>
    <w:p w14:paraId="0213C296" w14:textId="77777777" w:rsidR="004275A8" w:rsidRDefault="004275A8" w:rsidP="00184641">
      <w:pPr>
        <w:pStyle w:val="Textkrper"/>
        <w:ind w:left="360"/>
        <w:rPr>
          <w:sz w:val="20"/>
          <w:szCs w:val="20"/>
        </w:rPr>
      </w:pPr>
    </w:p>
    <w:p w14:paraId="1F084F0A" w14:textId="1CCCF88B" w:rsidR="008C5C25" w:rsidRPr="00587E91" w:rsidRDefault="008C5C25" w:rsidP="00587E91">
      <w:pPr>
        <w:pStyle w:val="01Haupttitel"/>
        <w:numPr>
          <w:ilvl w:val="0"/>
          <w:numId w:val="20"/>
        </w:numPr>
        <w:spacing w:line="240" w:lineRule="auto"/>
        <w:rPr>
          <w:sz w:val="22"/>
          <w:szCs w:val="22"/>
        </w:rPr>
      </w:pPr>
      <w:r w:rsidRPr="00587E91">
        <w:rPr>
          <w:sz w:val="22"/>
          <w:szCs w:val="22"/>
        </w:rPr>
        <w:t xml:space="preserve">Risikofaktoren </w:t>
      </w:r>
    </w:p>
    <w:p w14:paraId="63796488" w14:textId="77777777" w:rsidR="008C5C25" w:rsidRPr="008B4DB2" w:rsidRDefault="008C5C25" w:rsidP="008C5C25">
      <w:pPr>
        <w:pStyle w:val="Textkrper"/>
        <w:ind w:left="360"/>
        <w:rPr>
          <w:szCs w:val="22"/>
        </w:rPr>
      </w:pPr>
      <w:r w:rsidRPr="008B4DB2">
        <w:rPr>
          <w:szCs w:val="22"/>
        </w:rPr>
        <w:t xml:space="preserve">wie z.B. Hepatitis B oder C; HIV; multiresistente Bakterien; Tuberkulose </w:t>
      </w:r>
      <w:proofErr w:type="spellStart"/>
      <w:r w:rsidRPr="008B4DB2">
        <w:rPr>
          <w:szCs w:val="22"/>
        </w:rPr>
        <w:t>u.ä.</w:t>
      </w:r>
      <w:proofErr w:type="spellEnd"/>
    </w:p>
    <w:p w14:paraId="27E7B39C" w14:textId="2C473E60" w:rsidR="008D40BE" w:rsidRDefault="008C5C25" w:rsidP="008B4DB2">
      <w:pPr>
        <w:pStyle w:val="Textkrper"/>
        <w:ind w:left="360"/>
        <w:rPr>
          <w:sz w:val="20"/>
          <w:szCs w:val="20"/>
        </w:rPr>
      </w:pPr>
      <w:r w:rsidRPr="00587E91">
        <w:rPr>
          <w:sz w:val="20"/>
          <w:szCs w:val="20"/>
        </w:rPr>
        <w:t>(Weitere Einträge können Sie am Ende des Formulars erfassen)</w:t>
      </w:r>
    </w:p>
    <w:p w14:paraId="4430B0CE" w14:textId="77777777" w:rsidR="008B4DB2" w:rsidRDefault="008B4DB2" w:rsidP="008B4DB2">
      <w:pPr>
        <w:pStyle w:val="Textkrper"/>
        <w:ind w:left="360"/>
        <w:rPr>
          <w:sz w:val="20"/>
          <w:szCs w:val="20"/>
        </w:rPr>
      </w:pPr>
    </w:p>
    <w:tbl>
      <w:tblPr>
        <w:tblStyle w:val="axsanaTabelle1"/>
        <w:tblW w:w="9411" w:type="dxa"/>
        <w:tblLook w:val="0600" w:firstRow="0" w:lastRow="0" w:firstColumn="0" w:lastColumn="0" w:noHBand="1" w:noVBand="1"/>
      </w:tblPr>
      <w:tblGrid>
        <w:gridCol w:w="3256"/>
        <w:gridCol w:w="6155"/>
      </w:tblGrid>
      <w:tr w:rsidR="008B4DB2" w14:paraId="00CCAA5A" w14:textId="77777777" w:rsidTr="41E908C7">
        <w:tc>
          <w:tcPr>
            <w:tcW w:w="3256" w:type="dxa"/>
          </w:tcPr>
          <w:p w14:paraId="35AD743F" w14:textId="311995AE" w:rsidR="008B4DB2" w:rsidRPr="004275A8" w:rsidRDefault="004275A8" w:rsidP="00150CCB">
            <w:pPr>
              <w:pStyle w:val="61Tabellentext"/>
              <w:rPr>
                <w:sz w:val="20"/>
                <w:szCs w:val="20"/>
              </w:rPr>
            </w:pPr>
            <w:r w:rsidRPr="004275A8">
              <w:rPr>
                <w:sz w:val="20"/>
                <w:szCs w:val="20"/>
              </w:rPr>
              <w:t>Titel und Beschreibung</w:t>
            </w:r>
          </w:p>
        </w:tc>
        <w:tc>
          <w:tcPr>
            <w:tcW w:w="6155" w:type="dxa"/>
          </w:tcPr>
          <w:p w14:paraId="71BF251B" w14:textId="5808442F" w:rsidR="008B4DB2" w:rsidRDefault="008B4DB2" w:rsidP="00150CCB">
            <w:pPr>
              <w:pStyle w:val="61Tabellentext"/>
            </w:pPr>
          </w:p>
          <w:p w14:paraId="5A516CED" w14:textId="3E2AAB06" w:rsidR="008B4DB2" w:rsidRDefault="008B4DB2" w:rsidP="00150CCB">
            <w:pPr>
              <w:pStyle w:val="61Tabellentext"/>
            </w:pPr>
          </w:p>
        </w:tc>
      </w:tr>
      <w:tr w:rsidR="008B4DB2" w14:paraId="25886529" w14:textId="77777777" w:rsidTr="41E908C7">
        <w:tc>
          <w:tcPr>
            <w:tcW w:w="3256" w:type="dxa"/>
          </w:tcPr>
          <w:p w14:paraId="46AFE189" w14:textId="4CC91199" w:rsidR="008B4DB2" w:rsidRPr="004275A8" w:rsidRDefault="004275A8" w:rsidP="00150CCB">
            <w:pPr>
              <w:pStyle w:val="61Tabellentext"/>
              <w:rPr>
                <w:sz w:val="20"/>
                <w:szCs w:val="20"/>
              </w:rPr>
            </w:pPr>
            <w:r w:rsidRPr="004275A8">
              <w:rPr>
                <w:sz w:val="20"/>
                <w:szCs w:val="20"/>
              </w:rPr>
              <w:t>Gibt es weitere Dokumente im EPD zu diesem Risikofaktor?</w:t>
            </w:r>
          </w:p>
        </w:tc>
        <w:tc>
          <w:tcPr>
            <w:tcW w:w="6155" w:type="dxa"/>
          </w:tcPr>
          <w:p w14:paraId="43A60B91" w14:textId="741FA185" w:rsidR="008B4DB2" w:rsidRDefault="008B4DB2" w:rsidP="00150CCB">
            <w:pPr>
              <w:pStyle w:val="61Tabellentext"/>
            </w:pPr>
          </w:p>
          <w:p w14:paraId="06892CCC" w14:textId="07406025" w:rsidR="008B4DB2" w:rsidRDefault="008B4DB2" w:rsidP="00150CCB">
            <w:pPr>
              <w:pStyle w:val="61Tabellentext"/>
            </w:pPr>
          </w:p>
          <w:p w14:paraId="09066FC8" w14:textId="2573997D" w:rsidR="008B4DB2" w:rsidRDefault="008B4DB2" w:rsidP="00150CCB">
            <w:pPr>
              <w:pStyle w:val="61Tabellentext"/>
            </w:pPr>
          </w:p>
          <w:p w14:paraId="646C305E" w14:textId="12F846DB" w:rsidR="008B4DB2" w:rsidRDefault="008B4DB2" w:rsidP="00150CCB">
            <w:pPr>
              <w:pStyle w:val="61Tabellentext"/>
            </w:pPr>
          </w:p>
        </w:tc>
      </w:tr>
    </w:tbl>
    <w:p w14:paraId="7500AB02" w14:textId="397036BB" w:rsidR="008B4DB2" w:rsidRDefault="008B4DB2" w:rsidP="008B4DB2">
      <w:pPr>
        <w:pStyle w:val="Textkrper"/>
        <w:ind w:left="360"/>
        <w:rPr>
          <w:sz w:val="20"/>
          <w:szCs w:val="20"/>
        </w:rPr>
      </w:pPr>
    </w:p>
    <w:p w14:paraId="20F07622" w14:textId="77777777" w:rsidR="00D87DCA" w:rsidRDefault="00D87DCA" w:rsidP="008B4DB2">
      <w:pPr>
        <w:pStyle w:val="Textkrper"/>
        <w:ind w:left="360"/>
        <w:rPr>
          <w:sz w:val="20"/>
          <w:szCs w:val="20"/>
        </w:rPr>
      </w:pPr>
    </w:p>
    <w:p w14:paraId="753508EA" w14:textId="0EA3E9EE" w:rsidR="00D87DCA" w:rsidRPr="00A61118" w:rsidRDefault="00D87DCA" w:rsidP="00A61118">
      <w:pPr>
        <w:pStyle w:val="01Haupttitel"/>
        <w:numPr>
          <w:ilvl w:val="0"/>
          <w:numId w:val="20"/>
        </w:numPr>
        <w:spacing w:line="240" w:lineRule="auto"/>
        <w:rPr>
          <w:sz w:val="22"/>
          <w:szCs w:val="22"/>
        </w:rPr>
      </w:pPr>
      <w:r w:rsidRPr="00A61118">
        <w:rPr>
          <w:sz w:val="22"/>
          <w:szCs w:val="22"/>
        </w:rPr>
        <w:t xml:space="preserve">Krankheiten und Unfallfolgen </w:t>
      </w:r>
    </w:p>
    <w:p w14:paraId="184EF874" w14:textId="3451AD91" w:rsidR="00D87DCA" w:rsidRDefault="00D87DCA" w:rsidP="00A61118">
      <w:pPr>
        <w:pStyle w:val="Textkrper"/>
        <w:ind w:left="360"/>
        <w:rPr>
          <w:sz w:val="20"/>
          <w:szCs w:val="20"/>
        </w:rPr>
      </w:pPr>
      <w:r w:rsidRPr="00A61118">
        <w:rPr>
          <w:sz w:val="20"/>
          <w:szCs w:val="20"/>
        </w:rPr>
        <w:t>(Weitere Einträge können Sie am Ende des Formulars erfassen)</w:t>
      </w:r>
    </w:p>
    <w:p w14:paraId="3C7C674C" w14:textId="0B939D5D" w:rsidR="004A0840" w:rsidRDefault="004A0840" w:rsidP="00A61118">
      <w:pPr>
        <w:pStyle w:val="Textkrper"/>
        <w:ind w:left="360"/>
        <w:rPr>
          <w:sz w:val="20"/>
          <w:szCs w:val="20"/>
        </w:rPr>
      </w:pPr>
    </w:p>
    <w:tbl>
      <w:tblPr>
        <w:tblStyle w:val="axsanaTabelle1"/>
        <w:tblW w:w="9411" w:type="dxa"/>
        <w:tblLook w:val="0600" w:firstRow="0" w:lastRow="0" w:firstColumn="0" w:lastColumn="0" w:noHBand="1" w:noVBand="1"/>
      </w:tblPr>
      <w:tblGrid>
        <w:gridCol w:w="3256"/>
        <w:gridCol w:w="6155"/>
      </w:tblGrid>
      <w:tr w:rsidR="004A0840" w14:paraId="378A96F9" w14:textId="77777777" w:rsidTr="41E908C7">
        <w:tc>
          <w:tcPr>
            <w:tcW w:w="3256" w:type="dxa"/>
          </w:tcPr>
          <w:p w14:paraId="1C387E5A" w14:textId="77777777" w:rsidR="004A0840" w:rsidRPr="004275A8" w:rsidRDefault="004A0840" w:rsidP="00150CCB">
            <w:pPr>
              <w:pStyle w:val="61Tabellentext"/>
              <w:rPr>
                <w:sz w:val="20"/>
                <w:szCs w:val="20"/>
              </w:rPr>
            </w:pPr>
            <w:r w:rsidRPr="004275A8">
              <w:rPr>
                <w:sz w:val="20"/>
                <w:szCs w:val="20"/>
              </w:rPr>
              <w:t>Titel und Beschreibung</w:t>
            </w:r>
          </w:p>
        </w:tc>
        <w:tc>
          <w:tcPr>
            <w:tcW w:w="6155" w:type="dxa"/>
          </w:tcPr>
          <w:p w14:paraId="0CE59A8A" w14:textId="07524CCB" w:rsidR="004A0840" w:rsidRDefault="004A0840" w:rsidP="00150CCB">
            <w:pPr>
              <w:pStyle w:val="61Tabellentext"/>
            </w:pPr>
          </w:p>
          <w:p w14:paraId="3E53FFD6" w14:textId="6EC51471" w:rsidR="004A0840" w:rsidRDefault="004A0840" w:rsidP="00150CCB">
            <w:pPr>
              <w:pStyle w:val="61Tabellentext"/>
            </w:pPr>
          </w:p>
        </w:tc>
      </w:tr>
      <w:tr w:rsidR="004A0840" w14:paraId="1D788339" w14:textId="77777777" w:rsidTr="41E908C7">
        <w:tc>
          <w:tcPr>
            <w:tcW w:w="3256" w:type="dxa"/>
          </w:tcPr>
          <w:p w14:paraId="5ACEAD51" w14:textId="7F0A75D6" w:rsidR="004A0840" w:rsidRPr="004A0840" w:rsidRDefault="004A0840" w:rsidP="00150CCB">
            <w:pPr>
              <w:pStyle w:val="61Tabellentext"/>
              <w:rPr>
                <w:sz w:val="20"/>
                <w:szCs w:val="20"/>
              </w:rPr>
            </w:pPr>
            <w:r w:rsidRPr="004A0840">
              <w:rPr>
                <w:sz w:val="20"/>
                <w:szCs w:val="20"/>
              </w:rPr>
              <w:t>Gibt es weitere Dokumente im EPD zu dieser Krankheit oder Unfallfolge</w:t>
            </w:r>
          </w:p>
        </w:tc>
        <w:tc>
          <w:tcPr>
            <w:tcW w:w="6155" w:type="dxa"/>
          </w:tcPr>
          <w:p w14:paraId="17A00D86" w14:textId="39323D4A" w:rsidR="004A0840" w:rsidRDefault="004A0840" w:rsidP="00150CCB">
            <w:pPr>
              <w:pStyle w:val="61Tabellentext"/>
            </w:pPr>
          </w:p>
          <w:p w14:paraId="62B7601A" w14:textId="39FCACCB" w:rsidR="004A0840" w:rsidRDefault="004A0840" w:rsidP="00150CCB">
            <w:pPr>
              <w:pStyle w:val="61Tabellentext"/>
            </w:pPr>
          </w:p>
          <w:p w14:paraId="68A1F940" w14:textId="00687A76" w:rsidR="004A0840" w:rsidRDefault="004A0840" w:rsidP="00150CCB">
            <w:pPr>
              <w:pStyle w:val="61Tabellentext"/>
            </w:pPr>
          </w:p>
          <w:p w14:paraId="45DBD49E" w14:textId="525E99A5" w:rsidR="004A0840" w:rsidRDefault="004A0840" w:rsidP="00150CCB">
            <w:pPr>
              <w:pStyle w:val="61Tabellentext"/>
            </w:pPr>
          </w:p>
        </w:tc>
      </w:tr>
    </w:tbl>
    <w:p w14:paraId="3908A897" w14:textId="4A4956FC" w:rsidR="004A0840" w:rsidRDefault="004A0840" w:rsidP="00A61118">
      <w:pPr>
        <w:pStyle w:val="Textkrper"/>
        <w:ind w:left="360"/>
        <w:rPr>
          <w:sz w:val="20"/>
          <w:szCs w:val="20"/>
        </w:rPr>
      </w:pPr>
    </w:p>
    <w:p w14:paraId="7A9ADFF4" w14:textId="228E8EC0" w:rsidR="009D7431" w:rsidRDefault="009D7431" w:rsidP="00A61118">
      <w:pPr>
        <w:pStyle w:val="Textkrper"/>
        <w:ind w:left="360"/>
        <w:rPr>
          <w:sz w:val="20"/>
          <w:szCs w:val="20"/>
        </w:rPr>
      </w:pPr>
    </w:p>
    <w:p w14:paraId="52072002" w14:textId="374CF8F5" w:rsidR="009D7431" w:rsidRDefault="009D7431" w:rsidP="00A61118">
      <w:pPr>
        <w:pStyle w:val="Textkrper"/>
        <w:ind w:left="360"/>
        <w:rPr>
          <w:sz w:val="20"/>
          <w:szCs w:val="20"/>
        </w:rPr>
      </w:pPr>
    </w:p>
    <w:p w14:paraId="1EF7B296" w14:textId="1F8AE755" w:rsidR="00E969D5" w:rsidRDefault="00E969D5" w:rsidP="00A61118">
      <w:pPr>
        <w:pStyle w:val="Textkrper"/>
        <w:ind w:left="360"/>
        <w:rPr>
          <w:sz w:val="20"/>
          <w:szCs w:val="20"/>
        </w:rPr>
      </w:pPr>
    </w:p>
    <w:p w14:paraId="2ED95C41" w14:textId="63B5022D" w:rsidR="00E969D5" w:rsidRDefault="00E969D5" w:rsidP="00A61118">
      <w:pPr>
        <w:pStyle w:val="Textkrper"/>
        <w:ind w:left="360"/>
        <w:rPr>
          <w:sz w:val="20"/>
          <w:szCs w:val="20"/>
        </w:rPr>
      </w:pPr>
    </w:p>
    <w:p w14:paraId="32216D03" w14:textId="77777777" w:rsidR="00E969D5" w:rsidRDefault="00E969D5" w:rsidP="00A61118">
      <w:pPr>
        <w:pStyle w:val="Textkrper"/>
        <w:ind w:left="360"/>
        <w:rPr>
          <w:sz w:val="20"/>
          <w:szCs w:val="20"/>
        </w:rPr>
      </w:pPr>
    </w:p>
    <w:p w14:paraId="6F7FFAEB" w14:textId="1BCA053B" w:rsidR="009D7431" w:rsidRDefault="009D7431" w:rsidP="00A61118">
      <w:pPr>
        <w:pStyle w:val="Textkrper"/>
        <w:ind w:left="360"/>
        <w:rPr>
          <w:sz w:val="20"/>
          <w:szCs w:val="20"/>
        </w:rPr>
      </w:pPr>
    </w:p>
    <w:p w14:paraId="303765A7" w14:textId="77777777" w:rsidR="009D7431" w:rsidRDefault="009D7431" w:rsidP="00A61118">
      <w:pPr>
        <w:pStyle w:val="Textkrper"/>
        <w:ind w:left="360"/>
        <w:rPr>
          <w:sz w:val="20"/>
          <w:szCs w:val="20"/>
        </w:rPr>
      </w:pPr>
    </w:p>
    <w:p w14:paraId="2922A432" w14:textId="226B0EB1" w:rsidR="004C4974" w:rsidRDefault="004C4974" w:rsidP="004C4974">
      <w:pPr>
        <w:pStyle w:val="01Haupttitel"/>
        <w:numPr>
          <w:ilvl w:val="0"/>
          <w:numId w:val="20"/>
        </w:numPr>
        <w:spacing w:line="240" w:lineRule="auto"/>
        <w:rPr>
          <w:sz w:val="22"/>
          <w:szCs w:val="22"/>
        </w:rPr>
      </w:pPr>
      <w:r w:rsidRPr="004C4974">
        <w:rPr>
          <w:sz w:val="22"/>
          <w:szCs w:val="22"/>
        </w:rPr>
        <w:lastRenderedPageBreak/>
        <w:t>Gesundheitsausweise</w:t>
      </w:r>
    </w:p>
    <w:p w14:paraId="001F4F55" w14:textId="4C3317BE" w:rsidR="004C4974" w:rsidRDefault="004C4974" w:rsidP="004C4974">
      <w:pPr>
        <w:pStyle w:val="01Haupttitel"/>
        <w:spacing w:line="240" w:lineRule="auto"/>
        <w:rPr>
          <w:sz w:val="22"/>
          <w:szCs w:val="22"/>
        </w:rPr>
      </w:pPr>
    </w:p>
    <w:tbl>
      <w:tblPr>
        <w:tblStyle w:val="axsanaTabelle1"/>
        <w:tblW w:w="9411" w:type="dxa"/>
        <w:tblLook w:val="0600" w:firstRow="0" w:lastRow="0" w:firstColumn="0" w:lastColumn="0" w:noHBand="1" w:noVBand="1"/>
      </w:tblPr>
      <w:tblGrid>
        <w:gridCol w:w="3256"/>
        <w:gridCol w:w="6155"/>
      </w:tblGrid>
      <w:tr w:rsidR="004C4974" w14:paraId="3B9ACDCE" w14:textId="77777777" w:rsidTr="00150CCB">
        <w:tc>
          <w:tcPr>
            <w:tcW w:w="3256" w:type="dxa"/>
          </w:tcPr>
          <w:p w14:paraId="4E586FA8" w14:textId="27078E8F" w:rsidR="004C4974" w:rsidRPr="009D7431" w:rsidRDefault="009D7431" w:rsidP="00150CCB">
            <w:pPr>
              <w:pStyle w:val="61Tabellentext"/>
              <w:rPr>
                <w:sz w:val="20"/>
                <w:szCs w:val="20"/>
              </w:rPr>
            </w:pPr>
            <w:r w:rsidRPr="009D7431">
              <w:rPr>
                <w:sz w:val="20"/>
                <w:szCs w:val="20"/>
              </w:rPr>
              <w:t>Gibt es Gesundheitsausweise in Ihrem EPD (z. B. Brillenpass, Organspendenausweis, Blutspendenausweis; Impfdaten etc.)?</w:t>
            </w:r>
          </w:p>
        </w:tc>
        <w:tc>
          <w:tcPr>
            <w:tcW w:w="6155" w:type="dxa"/>
          </w:tcPr>
          <w:p w14:paraId="31C05C1F" w14:textId="77777777" w:rsidR="004C4974" w:rsidRDefault="004C4974" w:rsidP="00150CCB">
            <w:pPr>
              <w:pStyle w:val="61Tabellentext"/>
            </w:pPr>
          </w:p>
        </w:tc>
      </w:tr>
    </w:tbl>
    <w:p w14:paraId="5F229FC7" w14:textId="13289857" w:rsidR="004C4974" w:rsidRDefault="004C4974" w:rsidP="004C4974">
      <w:pPr>
        <w:pStyle w:val="01Haupttitel"/>
        <w:spacing w:line="240" w:lineRule="auto"/>
        <w:rPr>
          <w:sz w:val="22"/>
          <w:szCs w:val="22"/>
        </w:rPr>
      </w:pPr>
    </w:p>
    <w:p w14:paraId="17690053" w14:textId="77777777" w:rsidR="001504E7" w:rsidRDefault="001504E7" w:rsidP="004C4974">
      <w:pPr>
        <w:pStyle w:val="01Haupttitel"/>
        <w:spacing w:line="240" w:lineRule="auto"/>
        <w:rPr>
          <w:sz w:val="22"/>
          <w:szCs w:val="22"/>
        </w:rPr>
      </w:pPr>
    </w:p>
    <w:p w14:paraId="6AE2C33D" w14:textId="4DB02672" w:rsidR="00C955D1" w:rsidRDefault="00C955D1" w:rsidP="00C955D1">
      <w:pPr>
        <w:pStyle w:val="01Haupttitel"/>
        <w:numPr>
          <w:ilvl w:val="0"/>
          <w:numId w:val="20"/>
        </w:numPr>
        <w:spacing w:line="240" w:lineRule="auto"/>
        <w:rPr>
          <w:sz w:val="22"/>
          <w:szCs w:val="22"/>
        </w:rPr>
      </w:pPr>
      <w:r w:rsidRPr="00C955D1">
        <w:rPr>
          <w:sz w:val="22"/>
          <w:szCs w:val="22"/>
        </w:rPr>
        <w:t>Patientenverfügungen</w:t>
      </w:r>
    </w:p>
    <w:p w14:paraId="79BFB888" w14:textId="4B17206F" w:rsidR="00C955D1" w:rsidRDefault="00C955D1" w:rsidP="00C955D1">
      <w:pPr>
        <w:pStyle w:val="01Haupttitel"/>
        <w:spacing w:line="240" w:lineRule="auto"/>
        <w:rPr>
          <w:sz w:val="22"/>
          <w:szCs w:val="22"/>
        </w:rPr>
      </w:pPr>
    </w:p>
    <w:tbl>
      <w:tblPr>
        <w:tblStyle w:val="axsanaTabelle1"/>
        <w:tblW w:w="9411" w:type="dxa"/>
        <w:tblLook w:val="0600" w:firstRow="0" w:lastRow="0" w:firstColumn="0" w:lastColumn="0" w:noHBand="1" w:noVBand="1"/>
      </w:tblPr>
      <w:tblGrid>
        <w:gridCol w:w="3256"/>
        <w:gridCol w:w="6155"/>
      </w:tblGrid>
      <w:tr w:rsidR="00C955D1" w14:paraId="1A62792D" w14:textId="77777777" w:rsidTr="00150CCB">
        <w:tc>
          <w:tcPr>
            <w:tcW w:w="3256" w:type="dxa"/>
          </w:tcPr>
          <w:p w14:paraId="153E9BE9" w14:textId="185F6743" w:rsidR="00C955D1" w:rsidRPr="00976547" w:rsidRDefault="00976547" w:rsidP="00150CCB">
            <w:pPr>
              <w:pStyle w:val="61Tabellentext"/>
              <w:rPr>
                <w:sz w:val="20"/>
                <w:szCs w:val="20"/>
              </w:rPr>
            </w:pPr>
            <w:r w:rsidRPr="00976547">
              <w:rPr>
                <w:sz w:val="20"/>
                <w:szCs w:val="20"/>
              </w:rPr>
              <w:t>Gibt es Patientenverfügungen in Ihrem EPD?</w:t>
            </w:r>
          </w:p>
        </w:tc>
        <w:tc>
          <w:tcPr>
            <w:tcW w:w="6155" w:type="dxa"/>
          </w:tcPr>
          <w:p w14:paraId="1DEFFA4F" w14:textId="77777777" w:rsidR="00C955D1" w:rsidRDefault="00C955D1" w:rsidP="00150CCB">
            <w:pPr>
              <w:pStyle w:val="61Tabellentext"/>
            </w:pPr>
          </w:p>
        </w:tc>
      </w:tr>
    </w:tbl>
    <w:p w14:paraId="514412DF" w14:textId="517E2F2D" w:rsidR="00C955D1" w:rsidRDefault="00C955D1" w:rsidP="00C955D1">
      <w:pPr>
        <w:pStyle w:val="01Haupttitel"/>
        <w:spacing w:line="240" w:lineRule="auto"/>
        <w:rPr>
          <w:sz w:val="22"/>
          <w:szCs w:val="22"/>
        </w:rPr>
      </w:pPr>
    </w:p>
    <w:p w14:paraId="70E4C363" w14:textId="77777777" w:rsidR="001504E7" w:rsidRDefault="001504E7" w:rsidP="00C955D1">
      <w:pPr>
        <w:pStyle w:val="01Haupttitel"/>
        <w:spacing w:line="240" w:lineRule="auto"/>
        <w:rPr>
          <w:sz w:val="22"/>
          <w:szCs w:val="22"/>
        </w:rPr>
      </w:pPr>
    </w:p>
    <w:p w14:paraId="266556DB" w14:textId="72B37969" w:rsidR="001504E7" w:rsidRDefault="001504E7" w:rsidP="001504E7">
      <w:pPr>
        <w:pStyle w:val="01Haupttitel"/>
        <w:numPr>
          <w:ilvl w:val="0"/>
          <w:numId w:val="20"/>
        </w:numPr>
        <w:spacing w:line="240" w:lineRule="auto"/>
        <w:rPr>
          <w:sz w:val="22"/>
          <w:szCs w:val="22"/>
        </w:rPr>
      </w:pPr>
      <w:r w:rsidRPr="001504E7">
        <w:rPr>
          <w:sz w:val="22"/>
          <w:szCs w:val="22"/>
        </w:rPr>
        <w:t>Weitere Bemerkungen</w:t>
      </w:r>
    </w:p>
    <w:p w14:paraId="6A459E76" w14:textId="0BDD15AC" w:rsidR="001504E7" w:rsidRDefault="001504E7" w:rsidP="001504E7">
      <w:pPr>
        <w:pStyle w:val="01Haupttitel"/>
        <w:spacing w:line="240" w:lineRule="auto"/>
        <w:rPr>
          <w:sz w:val="22"/>
          <w:szCs w:val="22"/>
        </w:rPr>
      </w:pPr>
    </w:p>
    <w:tbl>
      <w:tblPr>
        <w:tblStyle w:val="axsanaTabelle1"/>
        <w:tblW w:w="9411" w:type="dxa"/>
        <w:tblLook w:val="0600" w:firstRow="0" w:lastRow="0" w:firstColumn="0" w:lastColumn="0" w:noHBand="1" w:noVBand="1"/>
      </w:tblPr>
      <w:tblGrid>
        <w:gridCol w:w="3256"/>
        <w:gridCol w:w="6155"/>
      </w:tblGrid>
      <w:tr w:rsidR="001504E7" w14:paraId="53937B58" w14:textId="77777777" w:rsidTr="41E908C7">
        <w:tc>
          <w:tcPr>
            <w:tcW w:w="3256" w:type="dxa"/>
          </w:tcPr>
          <w:p w14:paraId="6399B121" w14:textId="6E1C4D55" w:rsidR="001504E7" w:rsidRPr="00AB3D86" w:rsidRDefault="00AB3D86" w:rsidP="00150CCB">
            <w:pPr>
              <w:pStyle w:val="61Tabellentext"/>
              <w:rPr>
                <w:sz w:val="20"/>
                <w:szCs w:val="20"/>
              </w:rPr>
            </w:pPr>
            <w:r w:rsidRPr="00AB3D86">
              <w:rPr>
                <w:sz w:val="20"/>
                <w:szCs w:val="20"/>
              </w:rPr>
              <w:t>Welche wichtigen gesundheitsrelevanten Informationen gibt es noch zu Ihrer Person?</w:t>
            </w:r>
          </w:p>
        </w:tc>
        <w:tc>
          <w:tcPr>
            <w:tcW w:w="6155" w:type="dxa"/>
          </w:tcPr>
          <w:p w14:paraId="6506BD44" w14:textId="7F13FFA5" w:rsidR="001504E7" w:rsidRDefault="001504E7" w:rsidP="00150CCB">
            <w:pPr>
              <w:pStyle w:val="61Tabellentext"/>
            </w:pPr>
          </w:p>
          <w:p w14:paraId="6F78BD52" w14:textId="6E9389E6" w:rsidR="001504E7" w:rsidRDefault="001504E7" w:rsidP="00150CCB">
            <w:pPr>
              <w:pStyle w:val="61Tabellentext"/>
            </w:pPr>
          </w:p>
          <w:p w14:paraId="24C70E60" w14:textId="5A1C47B1" w:rsidR="001504E7" w:rsidRDefault="001504E7" w:rsidP="00150CCB">
            <w:pPr>
              <w:pStyle w:val="61Tabellentext"/>
            </w:pPr>
          </w:p>
          <w:p w14:paraId="579A769A" w14:textId="0B460DDB" w:rsidR="001504E7" w:rsidRDefault="001504E7" w:rsidP="00150CCB">
            <w:pPr>
              <w:pStyle w:val="61Tabellentext"/>
            </w:pPr>
          </w:p>
          <w:p w14:paraId="33A71FE5" w14:textId="2123D399" w:rsidR="001504E7" w:rsidRDefault="001504E7" w:rsidP="00150CCB">
            <w:pPr>
              <w:pStyle w:val="61Tabellentext"/>
            </w:pPr>
          </w:p>
          <w:p w14:paraId="1A2D3694" w14:textId="5E0D4B83" w:rsidR="001504E7" w:rsidRDefault="001504E7" w:rsidP="00150CCB">
            <w:pPr>
              <w:pStyle w:val="61Tabellentext"/>
            </w:pPr>
          </w:p>
        </w:tc>
      </w:tr>
    </w:tbl>
    <w:p w14:paraId="3B95242D" w14:textId="77777777" w:rsidR="001504E7" w:rsidRPr="004C4974" w:rsidRDefault="001504E7" w:rsidP="001504E7">
      <w:pPr>
        <w:pStyle w:val="01Haupttitel"/>
        <w:spacing w:line="240" w:lineRule="auto"/>
        <w:rPr>
          <w:sz w:val="22"/>
          <w:szCs w:val="22"/>
        </w:rPr>
      </w:pPr>
    </w:p>
    <w:sectPr w:rsidR="001504E7" w:rsidRPr="004C4974" w:rsidSect="00915763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843" w:right="1247" w:bottom="1843" w:left="124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1D0FF5" w14:textId="77777777" w:rsidR="003135D2" w:rsidRDefault="003135D2" w:rsidP="00474797">
      <w:r>
        <w:separator/>
      </w:r>
    </w:p>
  </w:endnote>
  <w:endnote w:type="continuationSeparator" w:id="0">
    <w:p w14:paraId="56C5FA69" w14:textId="77777777" w:rsidR="003135D2" w:rsidRDefault="003135D2" w:rsidP="00474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F70733" w14:textId="77777777" w:rsidR="00F745C8" w:rsidRPr="00DE0E38" w:rsidRDefault="003B3797" w:rsidP="00474797">
    <w:pPr>
      <w:pStyle w:val="81Firmenname2"/>
      <w:rPr>
        <w:spacing w:val="0"/>
      </w:rPr>
    </w:pPr>
    <w:bookmarkStart w:id="1" w:name="_Hlk42769401"/>
    <w:r w:rsidRPr="003B3797">
      <w:rPr>
        <w:noProof/>
      </w:rPr>
      <w:t>XAD-Stammgemeinschaft</w:t>
    </w:r>
    <w:bookmarkEnd w:id="1"/>
    <w:r w:rsidR="00F745C8">
      <w:tab/>
    </w:r>
    <w:r w:rsidR="00F745C8" w:rsidRPr="00DE0E38">
      <w:rPr>
        <w:b w:val="0"/>
        <w:bCs w:val="0"/>
        <w:spacing w:val="0"/>
      </w:rPr>
      <w:t xml:space="preserve">Seite </w:t>
    </w:r>
    <w:r w:rsidR="00F745C8" w:rsidRPr="00DE0E38">
      <w:rPr>
        <w:b w:val="0"/>
        <w:bCs w:val="0"/>
        <w:spacing w:val="0"/>
      </w:rPr>
      <w:fldChar w:fldCharType="begin"/>
    </w:r>
    <w:r w:rsidR="00F745C8" w:rsidRPr="00DE0E38">
      <w:rPr>
        <w:b w:val="0"/>
        <w:bCs w:val="0"/>
        <w:spacing w:val="0"/>
      </w:rPr>
      <w:instrText xml:space="preserve"> PAGE  </w:instrText>
    </w:r>
    <w:r w:rsidR="00F745C8" w:rsidRPr="00DE0E38">
      <w:rPr>
        <w:b w:val="0"/>
        <w:bCs w:val="0"/>
        <w:spacing w:val="0"/>
      </w:rPr>
      <w:fldChar w:fldCharType="separate"/>
    </w:r>
    <w:r w:rsidR="00F745C8">
      <w:rPr>
        <w:b w:val="0"/>
        <w:bCs w:val="0"/>
      </w:rPr>
      <w:t>2</w:t>
    </w:r>
    <w:r w:rsidR="00F745C8" w:rsidRPr="00DE0E38">
      <w:rPr>
        <w:b w:val="0"/>
        <w:bCs w:val="0"/>
        <w:spacing w:val="0"/>
      </w:rPr>
      <w:fldChar w:fldCharType="end"/>
    </w:r>
    <w:r w:rsidR="00F745C8">
      <w:rPr>
        <w:b w:val="0"/>
        <w:bCs w:val="0"/>
        <w:spacing w:val="0"/>
      </w:rPr>
      <w:t>/</w:t>
    </w:r>
    <w:r w:rsidR="00F745C8">
      <w:rPr>
        <w:b w:val="0"/>
        <w:bCs w:val="0"/>
        <w:spacing w:val="0"/>
      </w:rPr>
      <w:fldChar w:fldCharType="begin"/>
    </w:r>
    <w:r w:rsidR="00F745C8">
      <w:rPr>
        <w:b w:val="0"/>
        <w:bCs w:val="0"/>
        <w:spacing w:val="0"/>
      </w:rPr>
      <w:instrText xml:space="preserve"> NUMPAGES </w:instrText>
    </w:r>
    <w:r w:rsidR="00F745C8">
      <w:rPr>
        <w:b w:val="0"/>
        <w:bCs w:val="0"/>
        <w:spacing w:val="0"/>
      </w:rPr>
      <w:fldChar w:fldCharType="separate"/>
    </w:r>
    <w:r w:rsidR="00F745C8">
      <w:rPr>
        <w:b w:val="0"/>
        <w:bCs w:val="0"/>
        <w:noProof/>
        <w:spacing w:val="0"/>
      </w:rPr>
      <w:t>5</w:t>
    </w:r>
    <w:r w:rsidR="00F745C8">
      <w:rPr>
        <w:b w:val="0"/>
        <w:bCs w:val="0"/>
        <w:spacing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15E00D" w14:textId="77777777" w:rsidR="00F745C8" w:rsidRDefault="003B3797" w:rsidP="00474797">
    <w:pPr>
      <w:pStyle w:val="80Firmenname1"/>
      <w:rPr>
        <w:noProof/>
      </w:rPr>
    </w:pPr>
    <w:bookmarkStart w:id="2" w:name="_Hlk42769388"/>
    <w:bookmarkStart w:id="3" w:name="_Hlk42769389"/>
    <w:r w:rsidRPr="003B3797">
      <w:rPr>
        <w:noProof/>
      </w:rPr>
      <w:t>XAD-Stammgemeinschaft</w:t>
    </w:r>
  </w:p>
  <w:p w14:paraId="424140A5" w14:textId="77777777" w:rsidR="00F745C8" w:rsidRPr="00401808" w:rsidRDefault="003B3797" w:rsidP="00401808">
    <w:pPr>
      <w:pStyle w:val="Fuzeile"/>
      <w:rPr>
        <w:noProof/>
        <w:szCs w:val="20"/>
      </w:rPr>
    </w:pPr>
    <w:r w:rsidRPr="003B3797">
      <w:rPr>
        <w:noProof/>
        <w:szCs w:val="20"/>
      </w:rPr>
      <w:t>Technoparkstrasse 1   8005 Zürich   +41 44 272 08 08   info@xsana.ch   www.xsana.ch</w:t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3AF7B4" w14:textId="77777777" w:rsidR="003135D2" w:rsidRPr="00405260" w:rsidRDefault="003135D2" w:rsidP="00405260">
      <w:pPr>
        <w:pStyle w:val="Fuzeile"/>
      </w:pPr>
    </w:p>
  </w:footnote>
  <w:footnote w:type="continuationSeparator" w:id="0">
    <w:p w14:paraId="7940BFD3" w14:textId="77777777" w:rsidR="003135D2" w:rsidRDefault="003135D2" w:rsidP="004747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822A2" w14:textId="77777777" w:rsidR="00F745C8" w:rsidRPr="00BD3403" w:rsidRDefault="00F745C8" w:rsidP="00BD3403">
    <w:pPr>
      <w:pStyle w:val="Kopfzeile"/>
    </w:pPr>
    <w:r>
      <w:rPr>
        <w:noProof/>
      </w:rPr>
      <w:drawing>
        <wp:anchor distT="0" distB="0" distL="114300" distR="114300" simplePos="0" relativeHeight="251661312" behindDoc="0" locked="1" layoutInCell="1" allowOverlap="1" wp14:anchorId="7AD790C0" wp14:editId="3AD91727">
          <wp:simplePos x="0" y="0"/>
          <wp:positionH relativeFrom="page">
            <wp:posOffset>756285</wp:posOffset>
          </wp:positionH>
          <wp:positionV relativeFrom="page">
            <wp:posOffset>396240</wp:posOffset>
          </wp:positionV>
          <wp:extent cx="1083600" cy="363600"/>
          <wp:effectExtent l="0" t="0" r="0" b="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3600" cy="3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E71B4E" w14:textId="77777777" w:rsidR="00F745C8" w:rsidRDefault="00F745C8" w:rsidP="005F2FB9">
    <w:pPr>
      <w:pStyle w:val="Kopfzeile"/>
      <w:spacing w:after="1300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55A0152" wp14:editId="58F16B92">
          <wp:simplePos x="0" y="0"/>
          <wp:positionH relativeFrom="page">
            <wp:posOffset>756285</wp:posOffset>
          </wp:positionH>
          <wp:positionV relativeFrom="page">
            <wp:posOffset>396240</wp:posOffset>
          </wp:positionV>
          <wp:extent cx="1742400" cy="554400"/>
          <wp:effectExtent l="0" t="0" r="0" b="0"/>
          <wp:wrapNone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400" cy="55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CF4120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20802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ACC75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5B4C26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648C9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565A1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5CD39C4"/>
    <w:multiLevelType w:val="multilevel"/>
    <w:tmpl w:val="7E8E9234"/>
    <w:styleLink w:val="axsanaListeUeberschriften"/>
    <w:lvl w:ilvl="0">
      <w:start w:val="1"/>
      <w:numFmt w:val="decimal"/>
      <w:pStyle w:val="20Titel1nummeriert"/>
      <w:suff w:val="space"/>
      <w:lvlText w:val="%1."/>
      <w:lvlJc w:val="left"/>
      <w:pPr>
        <w:ind w:left="0" w:firstLine="0"/>
      </w:pPr>
      <w:rPr>
        <w:rFonts w:hint="default"/>
        <w:u w:val="none"/>
      </w:rPr>
    </w:lvl>
    <w:lvl w:ilvl="1">
      <w:start w:val="1"/>
      <w:numFmt w:val="decimal"/>
      <w:pStyle w:val="21Titel2nummeriert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22Titel3nummeriert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23Titel4nummeriert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1F1B05CB"/>
    <w:multiLevelType w:val="multilevel"/>
    <w:tmpl w:val="2DB626D2"/>
    <w:styleLink w:val="axsanaListeText"/>
    <w:lvl w:ilvl="0">
      <w:start w:val="1"/>
      <w:numFmt w:val="decimal"/>
      <w:pStyle w:val="50Aufzhlung1eingercktnummeriert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pStyle w:val="51Aufzhlung2eingercktnummeriert"/>
      <w:lvlText w:val="%1.%2."/>
      <w:lvlJc w:val="left"/>
      <w:pPr>
        <w:tabs>
          <w:tab w:val="num" w:pos="765"/>
        </w:tabs>
        <w:ind w:left="765" w:hanging="481"/>
      </w:pPr>
      <w:rPr>
        <w:rFonts w:hint="default"/>
      </w:rPr>
    </w:lvl>
    <w:lvl w:ilvl="2">
      <w:start w:val="1"/>
      <w:numFmt w:val="decimal"/>
      <w:pStyle w:val="52Aufzhlung3eingercktnummeriert"/>
      <w:lvlText w:val="%1.%2.%3."/>
      <w:lvlJc w:val="left"/>
      <w:pPr>
        <w:tabs>
          <w:tab w:val="num" w:pos="1418"/>
        </w:tabs>
        <w:ind w:left="1418" w:hanging="653"/>
      </w:pPr>
      <w:rPr>
        <w:rFonts w:hint="default"/>
      </w:rPr>
    </w:lvl>
    <w:lvl w:ilvl="3">
      <w:start w:val="1"/>
      <w:numFmt w:val="decimal"/>
      <w:pStyle w:val="53Aufzhlung4eingercktnummeriert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2C0D2251"/>
    <w:multiLevelType w:val="multilevel"/>
    <w:tmpl w:val="4C4096BA"/>
    <w:styleLink w:val="axsanaListeArtikel"/>
    <w:lvl w:ilvl="0">
      <w:start w:val="1"/>
      <w:numFmt w:val="decimal"/>
      <w:suff w:val="nothing"/>
      <w:lvlText w:val="Art. %1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70Randziffer"/>
      <w:lvlText w:val="%2"/>
      <w:lvlJc w:val="left"/>
      <w:pPr>
        <w:ind w:left="113" w:hanging="113"/>
      </w:pPr>
      <w:rPr>
        <w:rFonts w:hint="default"/>
        <w:position w:val="-1"/>
        <w:vertAlign w:val="superscrip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2DED06BF"/>
    <w:multiLevelType w:val="multilevel"/>
    <w:tmpl w:val="2DB626D2"/>
    <w:numStyleLink w:val="axsanaListeText"/>
  </w:abstractNum>
  <w:abstractNum w:abstractNumId="10" w15:restartNumberingAfterBreak="0">
    <w:nsid w:val="2F5053A7"/>
    <w:multiLevelType w:val="multilevel"/>
    <w:tmpl w:val="51220AA6"/>
    <w:styleLink w:val="axsanaListeABC"/>
    <w:lvl w:ilvl="0">
      <w:start w:val="1"/>
      <w:numFmt w:val="lowerLetter"/>
      <w:pStyle w:val="Liste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511"/>
        </w:tabs>
        <w:ind w:left="568" w:hanging="28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95"/>
        </w:tabs>
        <w:ind w:left="852" w:hanging="28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079"/>
        </w:tabs>
        <w:ind w:left="1136" w:hanging="28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363"/>
        </w:tabs>
        <w:ind w:left="1420" w:hanging="28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647"/>
        </w:tabs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931"/>
        </w:tabs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215"/>
        </w:tabs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499"/>
        </w:tabs>
        <w:ind w:left="2556" w:hanging="284"/>
      </w:pPr>
      <w:rPr>
        <w:rFonts w:hint="default"/>
      </w:rPr>
    </w:lvl>
  </w:abstractNum>
  <w:abstractNum w:abstractNumId="11" w15:restartNumberingAfterBreak="0">
    <w:nsid w:val="3B60167F"/>
    <w:multiLevelType w:val="multilevel"/>
    <w:tmpl w:val="4148C23E"/>
    <w:numStyleLink w:val="axsanaaufz"/>
  </w:abstractNum>
  <w:abstractNum w:abstractNumId="12" w15:restartNumberingAfterBreak="0">
    <w:nsid w:val="3DBA3BEA"/>
    <w:multiLevelType w:val="multilevel"/>
    <w:tmpl w:val="4C4096BA"/>
    <w:numStyleLink w:val="axsanaListeArtikel"/>
  </w:abstractNum>
  <w:abstractNum w:abstractNumId="13" w15:restartNumberingAfterBreak="0">
    <w:nsid w:val="56943B71"/>
    <w:multiLevelType w:val="multilevel"/>
    <w:tmpl w:val="2DB626D2"/>
    <w:numStyleLink w:val="axsanaListeText"/>
  </w:abstractNum>
  <w:abstractNum w:abstractNumId="14" w15:restartNumberingAfterBreak="0">
    <w:nsid w:val="5D247D10"/>
    <w:multiLevelType w:val="multilevel"/>
    <w:tmpl w:val="7E8E9234"/>
    <w:numStyleLink w:val="axsanaListeUeberschriften"/>
  </w:abstractNum>
  <w:abstractNum w:abstractNumId="15" w15:restartNumberingAfterBreak="0">
    <w:nsid w:val="5DC17FE3"/>
    <w:multiLevelType w:val="hybridMultilevel"/>
    <w:tmpl w:val="8EC80F4E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94309D7"/>
    <w:multiLevelType w:val="multilevel"/>
    <w:tmpl w:val="2DB626D2"/>
    <w:numStyleLink w:val="axsanaListeText"/>
  </w:abstractNum>
  <w:abstractNum w:abstractNumId="17" w15:restartNumberingAfterBreak="0">
    <w:nsid w:val="6D883B60"/>
    <w:multiLevelType w:val="multilevel"/>
    <w:tmpl w:val="4C4096BA"/>
    <w:numStyleLink w:val="axsanaListeArtikel"/>
  </w:abstractNum>
  <w:abstractNum w:abstractNumId="18" w15:restartNumberingAfterBreak="0">
    <w:nsid w:val="75F04074"/>
    <w:multiLevelType w:val="multilevel"/>
    <w:tmpl w:val="4148C23E"/>
    <w:styleLink w:val="axsanaaufz"/>
    <w:lvl w:ilvl="0">
      <w:start w:val="1"/>
      <w:numFmt w:val="bullet"/>
      <w:pStyle w:val="40Aufzhlung1eingerckt"/>
      <w:lvlText w:val="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000000"/>
      </w:rPr>
    </w:lvl>
    <w:lvl w:ilvl="1">
      <w:start w:val="1"/>
      <w:numFmt w:val="bullet"/>
      <w:pStyle w:val="41Aufzhlung2eingerckt"/>
      <w:lvlText w:val="–"/>
      <w:lvlJc w:val="left"/>
      <w:pPr>
        <w:tabs>
          <w:tab w:val="num" w:pos="567"/>
        </w:tabs>
        <w:ind w:left="568" w:hanging="284"/>
      </w:pPr>
      <w:rPr>
        <w:rFonts w:ascii="Arial" w:hAnsi="Arial" w:hint="default"/>
        <w:color w:val="000000"/>
      </w:rPr>
    </w:lvl>
    <w:lvl w:ilvl="2">
      <w:start w:val="1"/>
      <w:numFmt w:val="bullet"/>
      <w:pStyle w:val="42Aufzhlung3eingerckt"/>
      <w:lvlText w:val="–"/>
      <w:lvlJc w:val="left"/>
      <w:pPr>
        <w:tabs>
          <w:tab w:val="num" w:pos="851"/>
        </w:tabs>
        <w:ind w:left="852" w:hanging="284"/>
      </w:pPr>
      <w:rPr>
        <w:rFonts w:ascii="Arial" w:hAnsi="Arial" w:hint="default"/>
        <w:color w:val="000000"/>
      </w:rPr>
    </w:lvl>
    <w:lvl w:ilvl="3">
      <w:start w:val="1"/>
      <w:numFmt w:val="bullet"/>
      <w:pStyle w:val="43Aufzhlung4eingerckt"/>
      <w:lvlText w:val="–"/>
      <w:lvlJc w:val="left"/>
      <w:pPr>
        <w:tabs>
          <w:tab w:val="num" w:pos="1134"/>
        </w:tabs>
        <w:ind w:left="1136" w:hanging="284"/>
      </w:pPr>
      <w:rPr>
        <w:rFonts w:ascii="Arial" w:hAnsi="Arial" w:hint="default"/>
        <w:color w:val="000000"/>
      </w:rPr>
    </w:lvl>
    <w:lvl w:ilvl="4">
      <w:start w:val="1"/>
      <w:numFmt w:val="none"/>
      <w:lvlText w:val=""/>
      <w:lvlJc w:val="left"/>
      <w:pPr>
        <w:ind w:left="1420" w:hanging="284"/>
      </w:pPr>
      <w:rPr>
        <w:rFonts w:hint="default"/>
        <w:color w:val="000000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19" w15:restartNumberingAfterBreak="0">
    <w:nsid w:val="7A81719C"/>
    <w:multiLevelType w:val="multilevel"/>
    <w:tmpl w:val="51220AA6"/>
    <w:numStyleLink w:val="axsanaListeABC"/>
  </w:abstractNum>
  <w:num w:numId="1">
    <w:abstractNumId w:val="6"/>
  </w:num>
  <w:num w:numId="2">
    <w:abstractNumId w:val="18"/>
  </w:num>
  <w:num w:numId="3">
    <w:abstractNumId w:val="7"/>
  </w:num>
  <w:num w:numId="4">
    <w:abstractNumId w:val="8"/>
  </w:num>
  <w:num w:numId="5">
    <w:abstractNumId w:val="10"/>
  </w:num>
  <w:num w:numId="6">
    <w:abstractNumId w:val="19"/>
  </w:num>
  <w:num w:numId="7">
    <w:abstractNumId w:val="12"/>
  </w:num>
  <w:num w:numId="8">
    <w:abstractNumId w:val="11"/>
  </w:num>
  <w:num w:numId="9">
    <w:abstractNumId w:val="14"/>
  </w:num>
  <w:num w:numId="10">
    <w:abstractNumId w:val="9"/>
  </w:num>
  <w:num w:numId="11">
    <w:abstractNumId w:val="13"/>
  </w:num>
  <w:num w:numId="12">
    <w:abstractNumId w:val="16"/>
  </w:num>
  <w:num w:numId="13">
    <w:abstractNumId w:val="4"/>
  </w:num>
  <w:num w:numId="14">
    <w:abstractNumId w:val="5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7"/>
  </w:num>
  <w:num w:numId="20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consecutiveHyphenLimit w:val="3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070"/>
    <w:rsid w:val="000004FD"/>
    <w:rsid w:val="00007070"/>
    <w:rsid w:val="0000775A"/>
    <w:rsid w:val="00010D78"/>
    <w:rsid w:val="00043885"/>
    <w:rsid w:val="000665B0"/>
    <w:rsid w:val="000940D4"/>
    <w:rsid w:val="000A0996"/>
    <w:rsid w:val="000B5312"/>
    <w:rsid w:val="000C4D92"/>
    <w:rsid w:val="000F0517"/>
    <w:rsid w:val="000F2302"/>
    <w:rsid w:val="000F6270"/>
    <w:rsid w:val="00101BFF"/>
    <w:rsid w:val="001504E7"/>
    <w:rsid w:val="001635E8"/>
    <w:rsid w:val="00184641"/>
    <w:rsid w:val="001853A1"/>
    <w:rsid w:val="001B4D10"/>
    <w:rsid w:val="00234415"/>
    <w:rsid w:val="00236A24"/>
    <w:rsid w:val="00245A44"/>
    <w:rsid w:val="002866B6"/>
    <w:rsid w:val="00295BF8"/>
    <w:rsid w:val="002B1458"/>
    <w:rsid w:val="002F57E4"/>
    <w:rsid w:val="003135D2"/>
    <w:rsid w:val="003623AB"/>
    <w:rsid w:val="00371D2D"/>
    <w:rsid w:val="00375C4E"/>
    <w:rsid w:val="00397EA3"/>
    <w:rsid w:val="003B3797"/>
    <w:rsid w:val="003C7FEB"/>
    <w:rsid w:val="003E6916"/>
    <w:rsid w:val="00401808"/>
    <w:rsid w:val="00405260"/>
    <w:rsid w:val="004275A8"/>
    <w:rsid w:val="004322EA"/>
    <w:rsid w:val="00450FD9"/>
    <w:rsid w:val="00474797"/>
    <w:rsid w:val="0048161C"/>
    <w:rsid w:val="0048310A"/>
    <w:rsid w:val="00484845"/>
    <w:rsid w:val="004A0840"/>
    <w:rsid w:val="004C4974"/>
    <w:rsid w:val="004D02A1"/>
    <w:rsid w:val="004F1D5B"/>
    <w:rsid w:val="004F60F9"/>
    <w:rsid w:val="0050002E"/>
    <w:rsid w:val="0050330E"/>
    <w:rsid w:val="00517778"/>
    <w:rsid w:val="00522C76"/>
    <w:rsid w:val="005237E9"/>
    <w:rsid w:val="00544D21"/>
    <w:rsid w:val="00587E91"/>
    <w:rsid w:val="005975C8"/>
    <w:rsid w:val="005F23C3"/>
    <w:rsid w:val="005F2FB9"/>
    <w:rsid w:val="005F441A"/>
    <w:rsid w:val="006774DD"/>
    <w:rsid w:val="006E46BF"/>
    <w:rsid w:val="00705335"/>
    <w:rsid w:val="007112FC"/>
    <w:rsid w:val="007553C9"/>
    <w:rsid w:val="00756199"/>
    <w:rsid w:val="00762588"/>
    <w:rsid w:val="00771BB0"/>
    <w:rsid w:val="00787ABE"/>
    <w:rsid w:val="00791CDE"/>
    <w:rsid w:val="007B6C87"/>
    <w:rsid w:val="007C2A34"/>
    <w:rsid w:val="007C3142"/>
    <w:rsid w:val="007C3AE8"/>
    <w:rsid w:val="007D5754"/>
    <w:rsid w:val="007E1043"/>
    <w:rsid w:val="007F7B80"/>
    <w:rsid w:val="0081092C"/>
    <w:rsid w:val="00824604"/>
    <w:rsid w:val="00835186"/>
    <w:rsid w:val="0084664A"/>
    <w:rsid w:val="00851822"/>
    <w:rsid w:val="0087700F"/>
    <w:rsid w:val="00897291"/>
    <w:rsid w:val="008B4DB2"/>
    <w:rsid w:val="008C0E5E"/>
    <w:rsid w:val="008C5C25"/>
    <w:rsid w:val="008D40BE"/>
    <w:rsid w:val="008F5628"/>
    <w:rsid w:val="00915763"/>
    <w:rsid w:val="00927D95"/>
    <w:rsid w:val="00963728"/>
    <w:rsid w:val="009711EE"/>
    <w:rsid w:val="00976547"/>
    <w:rsid w:val="00976B39"/>
    <w:rsid w:val="009B4FDA"/>
    <w:rsid w:val="009C4021"/>
    <w:rsid w:val="009D7431"/>
    <w:rsid w:val="009F58D0"/>
    <w:rsid w:val="00A024AC"/>
    <w:rsid w:val="00A062B4"/>
    <w:rsid w:val="00A603F0"/>
    <w:rsid w:val="00A61118"/>
    <w:rsid w:val="00A65B7C"/>
    <w:rsid w:val="00AB2B90"/>
    <w:rsid w:val="00AB3D86"/>
    <w:rsid w:val="00AB7DEF"/>
    <w:rsid w:val="00AC0A62"/>
    <w:rsid w:val="00AC39C3"/>
    <w:rsid w:val="00AE3DB4"/>
    <w:rsid w:val="00AF1D46"/>
    <w:rsid w:val="00AF744D"/>
    <w:rsid w:val="00B54C47"/>
    <w:rsid w:val="00B71D23"/>
    <w:rsid w:val="00B77A35"/>
    <w:rsid w:val="00B8400B"/>
    <w:rsid w:val="00B84929"/>
    <w:rsid w:val="00BB7E07"/>
    <w:rsid w:val="00BD3403"/>
    <w:rsid w:val="00C51A0E"/>
    <w:rsid w:val="00C955D1"/>
    <w:rsid w:val="00CF2570"/>
    <w:rsid w:val="00CF47DF"/>
    <w:rsid w:val="00D03B7D"/>
    <w:rsid w:val="00D20253"/>
    <w:rsid w:val="00D3779C"/>
    <w:rsid w:val="00D56E25"/>
    <w:rsid w:val="00D60B00"/>
    <w:rsid w:val="00D61806"/>
    <w:rsid w:val="00D64016"/>
    <w:rsid w:val="00D87DCA"/>
    <w:rsid w:val="00D920FA"/>
    <w:rsid w:val="00DF6CB1"/>
    <w:rsid w:val="00E05113"/>
    <w:rsid w:val="00E33AF1"/>
    <w:rsid w:val="00E33E44"/>
    <w:rsid w:val="00E46A00"/>
    <w:rsid w:val="00E83952"/>
    <w:rsid w:val="00E91682"/>
    <w:rsid w:val="00E969D5"/>
    <w:rsid w:val="00EB24F9"/>
    <w:rsid w:val="00EC1B15"/>
    <w:rsid w:val="00F31D3A"/>
    <w:rsid w:val="00F4199A"/>
    <w:rsid w:val="00F50200"/>
    <w:rsid w:val="00F6061F"/>
    <w:rsid w:val="00F745C8"/>
    <w:rsid w:val="00F827F4"/>
    <w:rsid w:val="00FB028A"/>
    <w:rsid w:val="00FB54B2"/>
    <w:rsid w:val="00FC06E9"/>
    <w:rsid w:val="00FC2E19"/>
    <w:rsid w:val="00FD312E"/>
    <w:rsid w:val="00FF4438"/>
    <w:rsid w:val="29653752"/>
    <w:rsid w:val="41E908C7"/>
    <w:rsid w:val="6AF867AE"/>
    <w:rsid w:val="6D7F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54E9FBC"/>
  <w15:chartTrackingRefBased/>
  <w15:docId w15:val="{93E99B25-6027-4E08-A2DF-7C6817230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1"/>
        <w:szCs w:val="21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1" w:unhideWhenUsed="1" w:qFormat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iPriority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/>
    <w:lsdException w:name="Body Text First Indent 2" w:semiHidden="1" w:uiPriority="1"/>
    <w:lsdException w:name="Note Heading" w:semiHidden="1" w:unhideWhenUsed="1"/>
    <w:lsdException w:name="Body Text 2" w:semiHidden="1" w:uiPriority="1"/>
    <w:lsdException w:name="Body Text 3" w:semiHidden="1" w:uiPriority="1"/>
    <w:lsdException w:name="Body Text Indent 2" w:semiHidden="1"/>
    <w:lsdException w:name="Body Text Indent 3" w:semiHidden="1" w:uiPriority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nhideWhenUsed/>
    <w:rsid w:val="007112FC"/>
    <w:rPr>
      <w:rFonts w:ascii="Arial" w:hAnsi="Arial"/>
      <w:color w:val="000000"/>
      <w:sz w:val="22"/>
    </w:rPr>
  </w:style>
  <w:style w:type="paragraph" w:styleId="berschrift1">
    <w:name w:val="heading 1"/>
    <w:basedOn w:val="Standard"/>
    <w:next w:val="Textkrper"/>
    <w:link w:val="berschrift1Zchn"/>
    <w:uiPriority w:val="9"/>
    <w:semiHidden/>
    <w:rsid w:val="00517778"/>
    <w:pPr>
      <w:keepNext/>
      <w:keepLines/>
      <w:spacing w:line="440" w:lineRule="exact"/>
      <w:outlineLvl w:val="0"/>
    </w:pPr>
    <w:rPr>
      <w:rFonts w:eastAsiaTheme="majorEastAsia" w:cstheme="majorBidi"/>
      <w:b/>
      <w:sz w:val="30"/>
      <w:szCs w:val="32"/>
    </w:rPr>
  </w:style>
  <w:style w:type="paragraph" w:styleId="berschrift2">
    <w:name w:val="heading 2"/>
    <w:basedOn w:val="Standard"/>
    <w:next w:val="Textkrper"/>
    <w:link w:val="berschrift2Zchn"/>
    <w:uiPriority w:val="9"/>
    <w:semiHidden/>
    <w:rsid w:val="00517778"/>
    <w:pPr>
      <w:keepNext/>
      <w:keepLines/>
      <w:spacing w:line="300" w:lineRule="exact"/>
      <w:outlineLvl w:val="1"/>
    </w:pPr>
    <w:rPr>
      <w:rFonts w:eastAsiaTheme="majorEastAsia" w:cstheme="majorBidi"/>
      <w:b/>
      <w:sz w:val="26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semiHidden/>
    <w:rsid w:val="00517778"/>
    <w:pPr>
      <w:keepNext/>
      <w:keepLines/>
      <w:spacing w:line="300" w:lineRule="atLeast"/>
      <w:outlineLvl w:val="2"/>
    </w:pPr>
    <w:rPr>
      <w:rFonts w:eastAsiaTheme="majorEastAsia" w:cstheme="majorBidi"/>
      <w:b/>
      <w:szCs w:val="24"/>
    </w:rPr>
  </w:style>
  <w:style w:type="paragraph" w:styleId="berschrift4">
    <w:name w:val="heading 4"/>
    <w:basedOn w:val="Standard"/>
    <w:next w:val="Textkrper"/>
    <w:link w:val="berschrift4Zchn"/>
    <w:uiPriority w:val="9"/>
    <w:semiHidden/>
    <w:rsid w:val="003623AB"/>
    <w:pPr>
      <w:keepNext/>
      <w:keepLines/>
      <w:spacing w:line="440" w:lineRule="exact"/>
      <w:outlineLvl w:val="3"/>
    </w:pPr>
    <w:rPr>
      <w:rFonts w:eastAsiaTheme="majorEastAsia" w:cstheme="majorBidi"/>
      <w:b/>
      <w:iCs/>
      <w:color w:val="auto"/>
      <w:sz w:val="29"/>
      <w:u w:val="single"/>
    </w:rPr>
  </w:style>
  <w:style w:type="paragraph" w:styleId="berschrift5">
    <w:name w:val="heading 5"/>
    <w:basedOn w:val="Standard"/>
    <w:next w:val="Textkrper"/>
    <w:link w:val="berschrift5Zchn"/>
    <w:uiPriority w:val="9"/>
    <w:semiHidden/>
    <w:rsid w:val="00D61806"/>
    <w:pPr>
      <w:keepNext/>
      <w:keepLines/>
      <w:spacing w:line="300" w:lineRule="exact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Textkrper"/>
    <w:link w:val="berschrift6Zchn"/>
    <w:uiPriority w:val="9"/>
    <w:semiHidden/>
    <w:rsid w:val="00D61806"/>
    <w:pPr>
      <w:keepNext/>
      <w:keepLines/>
      <w:spacing w:line="300" w:lineRule="atLeast"/>
      <w:outlineLvl w:val="5"/>
    </w:pPr>
    <w:rPr>
      <w:rFonts w:eastAsiaTheme="majorEastAsia" w:cstheme="majorBidi"/>
      <w:b/>
    </w:rPr>
  </w:style>
  <w:style w:type="paragraph" w:styleId="berschrift7">
    <w:name w:val="heading 7"/>
    <w:basedOn w:val="berschrift5"/>
    <w:next w:val="Textkrper"/>
    <w:link w:val="berschrift7Zchn"/>
    <w:uiPriority w:val="9"/>
    <w:semiHidden/>
    <w:rsid w:val="009F58D0"/>
    <w:pPr>
      <w:outlineLvl w:val="6"/>
    </w:pPr>
    <w:rPr>
      <w:spacing w:val="30"/>
    </w:rPr>
  </w:style>
  <w:style w:type="paragraph" w:styleId="berschrift8">
    <w:name w:val="heading 8"/>
    <w:basedOn w:val="Standard"/>
    <w:next w:val="Textkrper"/>
    <w:link w:val="berschrift8Zchn"/>
    <w:uiPriority w:val="9"/>
    <w:semiHidden/>
    <w:rsid w:val="000C4D92"/>
    <w:pPr>
      <w:keepNext/>
      <w:keepLines/>
      <w:spacing w:line="300" w:lineRule="atLeast"/>
      <w:outlineLvl w:val="7"/>
    </w:pPr>
    <w:rPr>
      <w:rFonts w:eastAsiaTheme="majorEastAsia" w:cstheme="majorBidi"/>
      <w:b/>
    </w:rPr>
  </w:style>
  <w:style w:type="paragraph" w:styleId="berschrift9">
    <w:name w:val="heading 9"/>
    <w:basedOn w:val="Standard"/>
    <w:next w:val="Standard"/>
    <w:link w:val="berschrift9Zchn"/>
    <w:uiPriority w:val="9"/>
    <w:semiHidden/>
    <w:rsid w:val="004F1D5B"/>
    <w:pPr>
      <w:keepNext/>
      <w:keepLines/>
      <w:spacing w:line="300" w:lineRule="atLeast"/>
      <w:outlineLvl w:val="8"/>
    </w:pPr>
    <w:rPr>
      <w:rFonts w:eastAsiaTheme="majorEastAsia" w:cstheme="majorBidi"/>
      <w:b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71D23"/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FF4438"/>
    <w:pPr>
      <w:tabs>
        <w:tab w:val="right" w:pos="9412"/>
      </w:tabs>
      <w:spacing w:line="300" w:lineRule="exact"/>
    </w:pPr>
    <w:rPr>
      <w:sz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8C0E5E"/>
    <w:rPr>
      <w:rFonts w:ascii="Arial" w:hAnsi="Arial"/>
      <w:color w:val="00000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8F5628"/>
    <w:pPr>
      <w:tabs>
        <w:tab w:val="right" w:pos="9412"/>
      </w:tabs>
      <w:spacing w:line="300" w:lineRule="exact"/>
    </w:pPr>
    <w:rPr>
      <w:sz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8C0E5E"/>
    <w:rPr>
      <w:rFonts w:ascii="Arial" w:hAnsi="Arial"/>
      <w:color w:val="000000"/>
      <w:sz w:val="20"/>
    </w:rPr>
  </w:style>
  <w:style w:type="paragraph" w:customStyle="1" w:styleId="80Firmenname1">
    <w:name w:val="80_Firmenname 1"/>
    <w:basedOn w:val="Fuzeile"/>
    <w:uiPriority w:val="99"/>
    <w:rsid w:val="00474797"/>
    <w:pPr>
      <w:spacing w:line="340" w:lineRule="exact"/>
    </w:pPr>
    <w:rPr>
      <w:b/>
      <w:spacing w:val="20"/>
      <w:kern w:val="28"/>
      <w:sz w:val="30"/>
      <w:szCs w:val="20"/>
    </w:rPr>
  </w:style>
  <w:style w:type="paragraph" w:customStyle="1" w:styleId="81Firmenname2">
    <w:name w:val="81_Firmenname 2"/>
    <w:basedOn w:val="Fuzeile"/>
    <w:uiPriority w:val="99"/>
    <w:rsid w:val="00474797"/>
    <w:rPr>
      <w:b/>
      <w:bCs/>
      <w:spacing w:val="14"/>
      <w:szCs w:val="20"/>
    </w:rPr>
  </w:style>
  <w:style w:type="paragraph" w:customStyle="1" w:styleId="10Titel1">
    <w:name w:val="10_Titel 1"/>
    <w:basedOn w:val="Standard"/>
    <w:next w:val="30Lauftext"/>
    <w:uiPriority w:val="9"/>
    <w:qFormat/>
    <w:rsid w:val="007B6C87"/>
    <w:pPr>
      <w:spacing w:before="600" w:after="300" w:line="440" w:lineRule="exact"/>
      <w:contextualSpacing/>
    </w:pPr>
    <w:rPr>
      <w:b/>
      <w:sz w:val="30"/>
    </w:rPr>
  </w:style>
  <w:style w:type="paragraph" w:customStyle="1" w:styleId="30Lauftext">
    <w:name w:val="30_Lauftext"/>
    <w:basedOn w:val="Standard"/>
    <w:qFormat/>
    <w:rsid w:val="00D20253"/>
    <w:pPr>
      <w:spacing w:line="300" w:lineRule="atLeast"/>
    </w:pPr>
  </w:style>
  <w:style w:type="paragraph" w:styleId="Textkrper">
    <w:name w:val="Body Text"/>
    <w:basedOn w:val="Standard"/>
    <w:link w:val="TextkrperZchn"/>
    <w:uiPriority w:val="1"/>
    <w:semiHidden/>
    <w:rsid w:val="00474797"/>
    <w:pPr>
      <w:spacing w:line="300" w:lineRule="atLeast"/>
    </w:pPr>
  </w:style>
  <w:style w:type="character" w:customStyle="1" w:styleId="TextkrperZchn">
    <w:name w:val="Textkörper Zchn"/>
    <w:basedOn w:val="Absatz-Standardschriftart"/>
    <w:link w:val="Textkrper"/>
    <w:uiPriority w:val="1"/>
    <w:semiHidden/>
    <w:rsid w:val="008C0E5E"/>
    <w:rPr>
      <w:rFonts w:ascii="Arial" w:hAnsi="Arial"/>
      <w:color w:val="000000"/>
      <w:sz w:val="22"/>
    </w:rPr>
  </w:style>
  <w:style w:type="numbering" w:customStyle="1" w:styleId="axsanaListeUeberschriften">
    <w:name w:val="axsana_Liste_Ueberschriften"/>
    <w:uiPriority w:val="99"/>
    <w:rsid w:val="00517778"/>
    <w:pPr>
      <w:numPr>
        <w:numId w:val="1"/>
      </w:numPr>
    </w:p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C0E5E"/>
    <w:rPr>
      <w:rFonts w:ascii="Arial" w:eastAsiaTheme="majorEastAsia" w:hAnsi="Arial" w:cstheme="majorBidi"/>
      <w:b/>
      <w:iCs/>
      <w:sz w:val="29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8C0E5E"/>
    <w:rPr>
      <w:rFonts w:ascii="Arial" w:eastAsiaTheme="majorEastAsia" w:hAnsi="Arial" w:cstheme="majorBidi"/>
      <w:b/>
      <w:color w:val="000000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C0E5E"/>
    <w:rPr>
      <w:rFonts w:ascii="Arial" w:eastAsiaTheme="majorEastAsia" w:hAnsi="Arial" w:cstheme="majorBidi"/>
      <w:b/>
      <w:color w:val="000000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C0E5E"/>
    <w:rPr>
      <w:rFonts w:ascii="Arial" w:eastAsiaTheme="majorEastAsia" w:hAnsi="Arial" w:cstheme="majorBidi"/>
      <w:b/>
      <w:color w:val="000000"/>
      <w:sz w:val="22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C0E5E"/>
    <w:rPr>
      <w:rFonts w:ascii="Arial" w:eastAsiaTheme="majorEastAsia" w:hAnsi="Arial" w:cstheme="majorBidi"/>
      <w:b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C0E5E"/>
    <w:rPr>
      <w:rFonts w:ascii="Arial" w:eastAsiaTheme="majorEastAsia" w:hAnsi="Arial" w:cstheme="majorBidi"/>
      <w:b/>
      <w:color w:val="000000"/>
      <w:sz w:val="22"/>
    </w:rPr>
  </w:style>
  <w:style w:type="numbering" w:customStyle="1" w:styleId="axsanaaufz">
    <w:name w:val="axsana_aufz"/>
    <w:uiPriority w:val="99"/>
    <w:rsid w:val="000A0996"/>
    <w:pPr>
      <w:numPr>
        <w:numId w:val="2"/>
      </w:numPr>
    </w:pPr>
  </w:style>
  <w:style w:type="character" w:styleId="Hyperlink">
    <w:name w:val="Hyperlink"/>
    <w:basedOn w:val="Absatz-Standardschriftart"/>
    <w:uiPriority w:val="99"/>
    <w:unhideWhenUsed/>
    <w:rsid w:val="005975C8"/>
    <w:rPr>
      <w:color w:val="000000"/>
      <w:u w:val="non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B145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975C8"/>
    <w:rPr>
      <w:color w:val="000000"/>
      <w:u w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C0E5E"/>
    <w:rPr>
      <w:rFonts w:ascii="Arial" w:eastAsiaTheme="majorEastAsia" w:hAnsi="Arial" w:cstheme="majorBidi"/>
      <w:b/>
      <w:color w:val="000000"/>
      <w:spacing w:val="30"/>
      <w:sz w:val="24"/>
    </w:rPr>
  </w:style>
  <w:style w:type="numbering" w:customStyle="1" w:styleId="axsanaListeText">
    <w:name w:val="axsana_Liste_Text"/>
    <w:uiPriority w:val="99"/>
    <w:rsid w:val="00D60B00"/>
    <w:pPr>
      <w:numPr>
        <w:numId w:val="3"/>
      </w:numPr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C0E5E"/>
    <w:rPr>
      <w:rFonts w:ascii="Arial" w:eastAsiaTheme="majorEastAsia" w:hAnsi="Arial" w:cstheme="majorBidi"/>
      <w:b/>
      <w:color w:val="000000"/>
      <w:sz w:val="22"/>
    </w:rPr>
  </w:style>
  <w:style w:type="numbering" w:customStyle="1" w:styleId="axsanaListeArtikel">
    <w:name w:val="axsana_Liste_Artikel"/>
    <w:uiPriority w:val="99"/>
    <w:rsid w:val="00EB24F9"/>
    <w:pPr>
      <w:numPr>
        <w:numId w:val="4"/>
      </w:numPr>
    </w:pPr>
  </w:style>
  <w:style w:type="paragraph" w:customStyle="1" w:styleId="70Randziffer">
    <w:name w:val="70_Randziffer"/>
    <w:basedOn w:val="30Lauftext"/>
    <w:uiPriority w:val="4"/>
    <w:qFormat/>
    <w:rsid w:val="00EB24F9"/>
    <w:pPr>
      <w:numPr>
        <w:ilvl w:val="1"/>
        <w:numId w:val="19"/>
      </w:numPr>
    </w:pPr>
  </w:style>
  <w:style w:type="numbering" w:customStyle="1" w:styleId="axsanaListeABC">
    <w:name w:val="axsana_Liste_ABC"/>
    <w:uiPriority w:val="99"/>
    <w:rsid w:val="005975C8"/>
    <w:pPr>
      <w:numPr>
        <w:numId w:val="5"/>
      </w:numPr>
    </w:pPr>
  </w:style>
  <w:style w:type="table" w:customStyle="1" w:styleId="axsanaTabelle1">
    <w:name w:val="axsana Tabelle 1"/>
    <w:basedOn w:val="NormaleTabelle"/>
    <w:uiPriority w:val="99"/>
    <w:rsid w:val="00D60B00"/>
    <w:rPr>
      <w:color w:val="000000"/>
      <w:sz w:val="16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62" w:type="dxa"/>
        <w:left w:w="170" w:type="dxa"/>
        <w:bottom w:w="62" w:type="dxa"/>
        <w:right w:w="170" w:type="dxa"/>
      </w:tblCellMar>
    </w:tblPr>
    <w:tblStylePr w:type="firstRow">
      <w:pPr>
        <w:wordWrap/>
        <w:jc w:val="left"/>
      </w:pPr>
      <w:rPr>
        <w:b/>
      </w:rPr>
      <w:tblPr/>
      <w:tcPr>
        <w:shd w:val="clear" w:color="auto" w:fill="FED5E0" w:themeFill="accent1" w:themeFillTint="33"/>
      </w:tcPr>
    </w:tblStylePr>
    <w:tblStylePr w:type="lastRow">
      <w:rPr>
        <w:b/>
      </w:rPr>
    </w:tblStylePr>
  </w:style>
  <w:style w:type="paragraph" w:styleId="Liste">
    <w:name w:val="List"/>
    <w:basedOn w:val="Standard"/>
    <w:uiPriority w:val="99"/>
    <w:semiHidden/>
    <w:rsid w:val="005975C8"/>
    <w:pPr>
      <w:numPr>
        <w:numId w:val="6"/>
      </w:numPr>
      <w:spacing w:line="300" w:lineRule="atLeast"/>
      <w:contextualSpacing/>
    </w:pPr>
  </w:style>
  <w:style w:type="paragraph" w:styleId="Inhaltsverzeichnisberschrift">
    <w:name w:val="TOC Heading"/>
    <w:basedOn w:val="berschrift1"/>
    <w:next w:val="Standard"/>
    <w:uiPriority w:val="39"/>
    <w:unhideWhenUsed/>
    <w:rsid w:val="007B6C87"/>
    <w:pPr>
      <w:spacing w:after="300" w:line="300" w:lineRule="atLeast"/>
      <w:outlineLvl w:val="9"/>
    </w:pPr>
    <w:rPr>
      <w:rFonts w:asciiTheme="majorHAnsi" w:hAnsiTheme="majorHAnsi"/>
      <w:sz w:val="22"/>
      <w:lang w:eastAsia="de-CH"/>
    </w:rPr>
  </w:style>
  <w:style w:type="paragraph" w:styleId="Verzeichnis1">
    <w:name w:val="toc 1"/>
    <w:basedOn w:val="Standard"/>
    <w:next w:val="Standard"/>
    <w:autoRedefine/>
    <w:uiPriority w:val="39"/>
    <w:rsid w:val="00FC06E9"/>
    <w:pPr>
      <w:tabs>
        <w:tab w:val="right" w:leader="dot" w:pos="9402"/>
      </w:tabs>
      <w:spacing w:line="300" w:lineRule="atLeast"/>
    </w:pPr>
    <w:rPr>
      <w:b/>
    </w:rPr>
  </w:style>
  <w:style w:type="paragraph" w:styleId="Verzeichnis2">
    <w:name w:val="toc 2"/>
    <w:basedOn w:val="Standard"/>
    <w:next w:val="Standard"/>
    <w:autoRedefine/>
    <w:uiPriority w:val="39"/>
    <w:rsid w:val="00FC06E9"/>
    <w:pPr>
      <w:spacing w:line="300" w:lineRule="atLeast"/>
    </w:pPr>
  </w:style>
  <w:style w:type="paragraph" w:styleId="Verzeichnis3">
    <w:name w:val="toc 3"/>
    <w:basedOn w:val="Standard"/>
    <w:next w:val="Standard"/>
    <w:autoRedefine/>
    <w:uiPriority w:val="39"/>
    <w:rsid w:val="00FC06E9"/>
    <w:pPr>
      <w:spacing w:line="300" w:lineRule="atLeast"/>
    </w:pPr>
  </w:style>
  <w:style w:type="paragraph" w:styleId="Verzeichnis4">
    <w:name w:val="toc 4"/>
    <w:basedOn w:val="Standard"/>
    <w:next w:val="Standard"/>
    <w:autoRedefine/>
    <w:uiPriority w:val="39"/>
    <w:rsid w:val="000A0996"/>
    <w:pPr>
      <w:spacing w:line="300" w:lineRule="atLeast"/>
    </w:pPr>
  </w:style>
  <w:style w:type="paragraph" w:styleId="Verzeichnis5">
    <w:name w:val="toc 5"/>
    <w:basedOn w:val="Standard"/>
    <w:next w:val="Standard"/>
    <w:autoRedefine/>
    <w:uiPriority w:val="39"/>
    <w:semiHidden/>
    <w:rsid w:val="00FC06E9"/>
    <w:pPr>
      <w:spacing w:line="300" w:lineRule="atLeast"/>
    </w:pPr>
  </w:style>
  <w:style w:type="paragraph" w:styleId="Verzeichnis6">
    <w:name w:val="toc 6"/>
    <w:basedOn w:val="Standard"/>
    <w:next w:val="Standard"/>
    <w:autoRedefine/>
    <w:uiPriority w:val="39"/>
    <w:semiHidden/>
    <w:rsid w:val="00FC06E9"/>
    <w:pPr>
      <w:spacing w:line="300" w:lineRule="atLeast"/>
    </w:pPr>
  </w:style>
  <w:style w:type="paragraph" w:styleId="Verzeichnis7">
    <w:name w:val="toc 7"/>
    <w:basedOn w:val="Standard"/>
    <w:next w:val="Standard"/>
    <w:autoRedefine/>
    <w:uiPriority w:val="39"/>
    <w:semiHidden/>
    <w:rsid w:val="00FC06E9"/>
    <w:pPr>
      <w:spacing w:line="300" w:lineRule="atLeast"/>
    </w:pPr>
    <w:rPr>
      <w:b/>
    </w:rPr>
  </w:style>
  <w:style w:type="paragraph" w:styleId="Verzeichnis8">
    <w:name w:val="toc 8"/>
    <w:basedOn w:val="Standard"/>
    <w:next w:val="Standard"/>
    <w:autoRedefine/>
    <w:uiPriority w:val="39"/>
    <w:semiHidden/>
    <w:rsid w:val="00FB54B2"/>
    <w:pPr>
      <w:spacing w:line="300" w:lineRule="atLeast"/>
    </w:pPr>
    <w:rPr>
      <w:b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405260"/>
    <w:pPr>
      <w:pBdr>
        <w:top w:val="single" w:sz="4" w:space="4" w:color="000000"/>
      </w:pBdr>
      <w:spacing w:line="260" w:lineRule="atLeast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C0E5E"/>
    <w:rPr>
      <w:rFonts w:ascii="Arial" w:hAnsi="Arial"/>
      <w:color w:val="000000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04FD"/>
    <w:rPr>
      <w:vertAlign w:val="superscript"/>
    </w:rPr>
  </w:style>
  <w:style w:type="table" w:customStyle="1" w:styleId="axsanaTabelle2">
    <w:name w:val="axsana Tabelle 2"/>
    <w:basedOn w:val="NormaleTabelle"/>
    <w:uiPriority w:val="99"/>
    <w:rsid w:val="003623AB"/>
    <w:tblPr>
      <w:tblBorders>
        <w:bottom w:val="single" w:sz="4" w:space="0" w:color="auto"/>
        <w:insideH w:val="single" w:sz="4" w:space="0" w:color="auto"/>
      </w:tblBorders>
      <w:tblCellMar>
        <w:top w:w="28" w:type="dxa"/>
        <w:left w:w="0" w:type="dxa"/>
        <w:bottom w:w="28" w:type="dxa"/>
        <w:right w:w="0" w:type="dxa"/>
      </w:tblCellMar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</w:rPr>
    </w:tblStylePr>
  </w:style>
  <w:style w:type="paragraph" w:styleId="Beschriftung">
    <w:name w:val="caption"/>
    <w:aliases w:val="Legende"/>
    <w:basedOn w:val="Standard"/>
    <w:next w:val="Textkrper"/>
    <w:uiPriority w:val="20"/>
    <w:unhideWhenUsed/>
    <w:qFormat/>
    <w:rsid w:val="00FB028A"/>
    <w:pPr>
      <w:spacing w:before="80" w:after="300" w:line="220" w:lineRule="atLeast"/>
      <w:contextualSpacing/>
    </w:pPr>
    <w:rPr>
      <w:iCs/>
      <w:sz w:val="16"/>
      <w:szCs w:val="18"/>
    </w:rPr>
  </w:style>
  <w:style w:type="paragraph" w:styleId="Abbildungsverzeichnis">
    <w:name w:val="table of figures"/>
    <w:basedOn w:val="Standard"/>
    <w:next w:val="Standard"/>
    <w:uiPriority w:val="99"/>
    <w:rsid w:val="00F31D3A"/>
    <w:pPr>
      <w:tabs>
        <w:tab w:val="right" w:leader="dot" w:pos="9412"/>
      </w:tabs>
      <w:spacing w:line="300" w:lineRule="atLeast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623A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C0E5E"/>
    <w:rPr>
      <w:rFonts w:ascii="Segoe UI" w:hAnsi="Segoe UI" w:cs="Segoe UI"/>
      <w:color w:val="000000"/>
      <w:sz w:val="18"/>
      <w:szCs w:val="18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F745C8"/>
    <w:pPr>
      <w:ind w:left="210" w:hanging="210"/>
    </w:p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C0E5E"/>
    <w:rPr>
      <w:rFonts w:ascii="Arial" w:eastAsiaTheme="majorEastAsia" w:hAnsi="Arial" w:cstheme="majorBidi"/>
      <w:b/>
      <w:iCs/>
      <w:color w:val="000000"/>
      <w:sz w:val="22"/>
    </w:rPr>
  </w:style>
  <w:style w:type="paragraph" w:styleId="Verzeichnis9">
    <w:name w:val="toc 9"/>
    <w:basedOn w:val="Standard"/>
    <w:next w:val="Standard"/>
    <w:autoRedefine/>
    <w:uiPriority w:val="39"/>
    <w:semiHidden/>
    <w:rsid w:val="004F1D5B"/>
    <w:pPr>
      <w:spacing w:line="300" w:lineRule="atLeast"/>
    </w:pPr>
    <w:rPr>
      <w:b/>
    </w:rPr>
  </w:style>
  <w:style w:type="table" w:styleId="TabellemithellemGitternetz">
    <w:name w:val="Grid Table Light"/>
    <w:basedOn w:val="NormaleTabelle"/>
    <w:uiPriority w:val="40"/>
    <w:rsid w:val="0050002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01Haupttitel">
    <w:name w:val="01_Haupttitel"/>
    <w:basedOn w:val="Standard"/>
    <w:uiPriority w:val="19"/>
    <w:qFormat/>
    <w:rsid w:val="00D20253"/>
    <w:pPr>
      <w:spacing w:line="440" w:lineRule="exact"/>
    </w:pPr>
    <w:rPr>
      <w:b/>
      <w:sz w:val="34"/>
    </w:rPr>
  </w:style>
  <w:style w:type="paragraph" w:customStyle="1" w:styleId="11Titel2">
    <w:name w:val="11_Titel 2"/>
    <w:basedOn w:val="10Titel1"/>
    <w:next w:val="30Lauftext"/>
    <w:uiPriority w:val="9"/>
    <w:qFormat/>
    <w:rsid w:val="00AB7DEF"/>
    <w:pPr>
      <w:spacing w:after="150" w:line="300" w:lineRule="exact"/>
    </w:pPr>
    <w:rPr>
      <w:sz w:val="26"/>
    </w:rPr>
  </w:style>
  <w:style w:type="paragraph" w:customStyle="1" w:styleId="12Titel3">
    <w:name w:val="12_Titel 3"/>
    <w:basedOn w:val="11Titel2"/>
    <w:next w:val="30Lauftext"/>
    <w:uiPriority w:val="9"/>
    <w:qFormat/>
    <w:rsid w:val="00AB7DEF"/>
    <w:pPr>
      <w:spacing w:after="100"/>
    </w:pPr>
    <w:rPr>
      <w:sz w:val="22"/>
    </w:rPr>
  </w:style>
  <w:style w:type="paragraph" w:customStyle="1" w:styleId="13Titel4">
    <w:name w:val="13_Titel 4"/>
    <w:basedOn w:val="12Titel3"/>
    <w:next w:val="30Lauftext"/>
    <w:uiPriority w:val="9"/>
    <w:qFormat/>
    <w:rsid w:val="00AB7DEF"/>
    <w:pPr>
      <w:spacing w:after="0"/>
    </w:pPr>
  </w:style>
  <w:style w:type="paragraph" w:customStyle="1" w:styleId="20Titel1nummeriert">
    <w:name w:val="20_Titel 1 nummeriert"/>
    <w:basedOn w:val="10Titel1"/>
    <w:next w:val="30Lauftext"/>
    <w:uiPriority w:val="10"/>
    <w:qFormat/>
    <w:rsid w:val="00D20253"/>
    <w:pPr>
      <w:numPr>
        <w:numId w:val="9"/>
      </w:numPr>
    </w:pPr>
  </w:style>
  <w:style w:type="paragraph" w:customStyle="1" w:styleId="21Titel2nummeriert">
    <w:name w:val="21_Titel 2 nummeriert"/>
    <w:basedOn w:val="11Titel2"/>
    <w:next w:val="30Lauftext"/>
    <w:uiPriority w:val="10"/>
    <w:qFormat/>
    <w:rsid w:val="0084664A"/>
    <w:pPr>
      <w:numPr>
        <w:ilvl w:val="1"/>
        <w:numId w:val="9"/>
      </w:numPr>
    </w:pPr>
  </w:style>
  <w:style w:type="paragraph" w:customStyle="1" w:styleId="22Titel3nummeriert">
    <w:name w:val="22_Titel 3 nummeriert"/>
    <w:basedOn w:val="12Titel3"/>
    <w:next w:val="30Lauftext"/>
    <w:uiPriority w:val="10"/>
    <w:qFormat/>
    <w:rsid w:val="0084664A"/>
    <w:pPr>
      <w:numPr>
        <w:ilvl w:val="2"/>
        <w:numId w:val="9"/>
      </w:numPr>
    </w:pPr>
  </w:style>
  <w:style w:type="paragraph" w:customStyle="1" w:styleId="23Titel4nummeriert">
    <w:name w:val="23_Titel 4 nummeriert"/>
    <w:basedOn w:val="13Titel4"/>
    <w:next w:val="30Lauftext"/>
    <w:uiPriority w:val="10"/>
    <w:qFormat/>
    <w:rsid w:val="0084664A"/>
    <w:pPr>
      <w:numPr>
        <w:ilvl w:val="3"/>
        <w:numId w:val="9"/>
      </w:numPr>
    </w:pPr>
  </w:style>
  <w:style w:type="paragraph" w:customStyle="1" w:styleId="40Aufzhlung1eingerckt">
    <w:name w:val="40_Aufzählung 1 eingerückt"/>
    <w:basedOn w:val="30Lauftext"/>
    <w:uiPriority w:val="1"/>
    <w:qFormat/>
    <w:rsid w:val="000A0996"/>
    <w:pPr>
      <w:numPr>
        <w:numId w:val="8"/>
      </w:numPr>
    </w:pPr>
  </w:style>
  <w:style w:type="paragraph" w:customStyle="1" w:styleId="41Aufzhlung2eingerckt">
    <w:name w:val="41_Aufzählung 2 eingerückt"/>
    <w:basedOn w:val="40Aufzhlung1eingerckt"/>
    <w:uiPriority w:val="1"/>
    <w:qFormat/>
    <w:rsid w:val="000A0996"/>
    <w:pPr>
      <w:numPr>
        <w:ilvl w:val="1"/>
      </w:numPr>
    </w:pPr>
  </w:style>
  <w:style w:type="paragraph" w:customStyle="1" w:styleId="42Aufzhlung3eingerckt">
    <w:name w:val="42_Aufzählung 3 eingerückt"/>
    <w:basedOn w:val="41Aufzhlung2eingerckt"/>
    <w:uiPriority w:val="1"/>
    <w:qFormat/>
    <w:rsid w:val="000A0996"/>
    <w:pPr>
      <w:numPr>
        <w:ilvl w:val="2"/>
      </w:numPr>
    </w:pPr>
  </w:style>
  <w:style w:type="paragraph" w:customStyle="1" w:styleId="43Aufzhlung4eingerckt">
    <w:name w:val="43_Aufzählung 4 eingerückt"/>
    <w:basedOn w:val="42Aufzhlung3eingerckt"/>
    <w:uiPriority w:val="1"/>
    <w:qFormat/>
    <w:rsid w:val="000A0996"/>
    <w:pPr>
      <w:numPr>
        <w:ilvl w:val="3"/>
      </w:numPr>
    </w:pPr>
  </w:style>
  <w:style w:type="paragraph" w:customStyle="1" w:styleId="50Aufzhlung1eingercktnummeriert">
    <w:name w:val="50_Aufzählung 1 eingerückt nummeriert"/>
    <w:basedOn w:val="30Lauftext"/>
    <w:uiPriority w:val="2"/>
    <w:qFormat/>
    <w:rsid w:val="00D60B00"/>
    <w:pPr>
      <w:numPr>
        <w:numId w:val="12"/>
      </w:numPr>
    </w:pPr>
  </w:style>
  <w:style w:type="paragraph" w:customStyle="1" w:styleId="51Aufzhlung2eingercktnummeriert">
    <w:name w:val="51_Aufzählung 2 eingerückt nummeriert"/>
    <w:basedOn w:val="50Aufzhlung1eingercktnummeriert"/>
    <w:uiPriority w:val="2"/>
    <w:qFormat/>
    <w:rsid w:val="00D60B00"/>
    <w:pPr>
      <w:numPr>
        <w:ilvl w:val="1"/>
      </w:numPr>
    </w:pPr>
  </w:style>
  <w:style w:type="paragraph" w:customStyle="1" w:styleId="52Aufzhlung3eingercktnummeriert">
    <w:name w:val="52_Aufzählung 3 eingerückt nummeriert"/>
    <w:basedOn w:val="51Aufzhlung2eingercktnummeriert"/>
    <w:uiPriority w:val="2"/>
    <w:qFormat/>
    <w:rsid w:val="00D60B00"/>
    <w:pPr>
      <w:numPr>
        <w:ilvl w:val="2"/>
      </w:numPr>
    </w:pPr>
  </w:style>
  <w:style w:type="paragraph" w:customStyle="1" w:styleId="53Aufzhlung4eingercktnummeriert">
    <w:name w:val="53_Aufzählung 4 eingerückt nummeriert"/>
    <w:basedOn w:val="52Aufzhlung3eingercktnummeriert"/>
    <w:uiPriority w:val="2"/>
    <w:qFormat/>
    <w:rsid w:val="00D60B00"/>
    <w:pPr>
      <w:numPr>
        <w:ilvl w:val="3"/>
      </w:numPr>
    </w:pPr>
  </w:style>
  <w:style w:type="paragraph" w:customStyle="1" w:styleId="31Lauftextklein">
    <w:name w:val="31_Lauftext klein"/>
    <w:basedOn w:val="30Lauftext"/>
    <w:qFormat/>
    <w:rsid w:val="00FB028A"/>
    <w:pPr>
      <w:tabs>
        <w:tab w:val="left" w:pos="113"/>
      </w:tabs>
      <w:spacing w:line="220" w:lineRule="atLeast"/>
    </w:pPr>
    <w:rPr>
      <w:sz w:val="16"/>
    </w:rPr>
  </w:style>
  <w:style w:type="paragraph" w:customStyle="1" w:styleId="61Tabellentext">
    <w:name w:val="61_Tabellentext"/>
    <w:basedOn w:val="31Lauftextklein"/>
    <w:uiPriority w:val="3"/>
    <w:qFormat/>
    <w:rsid w:val="00FB028A"/>
  </w:style>
  <w:style w:type="paragraph" w:customStyle="1" w:styleId="60Tabellenkopf">
    <w:name w:val="60_Tabellenkopf"/>
    <w:basedOn w:val="61Tabellentext"/>
    <w:uiPriority w:val="3"/>
    <w:qFormat/>
    <w:rsid w:val="00FB028A"/>
  </w:style>
  <w:style w:type="table" w:customStyle="1" w:styleId="axsanaTabelle1Deckblatt">
    <w:name w:val="axsana Tabelle 1 Deckblatt"/>
    <w:basedOn w:val="axsanaTabelle1"/>
    <w:uiPriority w:val="99"/>
    <w:rsid w:val="007553C9"/>
    <w:tblPr/>
    <w:tblStylePr w:type="firstRow">
      <w:pPr>
        <w:wordWrap/>
        <w:jc w:val="left"/>
      </w:pPr>
      <w:rPr>
        <w:b/>
      </w:rPr>
      <w:tblPr/>
      <w:tcPr>
        <w:shd w:val="clear" w:color="auto" w:fill="B3EBE7"/>
      </w:tcPr>
    </w:tblStylePr>
    <w:tblStylePr w:type="lastRow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line.guillod\AppData\Local\Temp\Temp2_axsana_XAD_Templates_final.zip\axsana_XAD_Templates_final\XAD_Dokumentvorlage_hoch.dotx" TargetMode="External"/></Relationships>
</file>

<file path=word/theme/theme1.xml><?xml version="1.0" encoding="utf-8"?>
<a:theme xmlns:a="http://schemas.openxmlformats.org/drawingml/2006/main" name="axsana">
  <a:themeElements>
    <a:clrScheme name="xsana">
      <a:dk1>
        <a:srgbClr val="404040"/>
      </a:dk1>
      <a:lt1>
        <a:srgbClr val="FFFFFF"/>
      </a:lt1>
      <a:dk2>
        <a:srgbClr val="27286A"/>
      </a:dk2>
      <a:lt2>
        <a:srgbClr val="F2F2F2"/>
      </a:lt2>
      <a:accent1>
        <a:srgbClr val="FD3267"/>
      </a:accent1>
      <a:accent2>
        <a:srgbClr val="F08641"/>
      </a:accent2>
      <a:accent3>
        <a:srgbClr val="FFC330"/>
      </a:accent3>
      <a:accent4>
        <a:srgbClr val="6A6FAA"/>
      </a:accent4>
      <a:accent5>
        <a:srgbClr val="00BCB0"/>
      </a:accent5>
      <a:accent6>
        <a:srgbClr val="B79251"/>
      </a:accent6>
      <a:hlink>
        <a:srgbClr val="27286A"/>
      </a:hlink>
      <a:folHlink>
        <a:srgbClr val="27286A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lIns="0" tIns="0" rIns="0" bIns="0" rtlCol="0" anchor="t" anchorCtr="0"/>
      <a:lstStyle>
        <a:defPPr algn="l">
          <a:defRPr sz="1600" dirty="0">
            <a:solidFill>
              <a:schemeClr val="bg1"/>
            </a:solidFill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>
    <a:extraClrScheme>
      <a:clrScheme name="xsana">
        <a:dk1>
          <a:srgbClr val="404040"/>
        </a:dk1>
        <a:lt1>
          <a:srgbClr val="FFFFFF"/>
        </a:lt1>
        <a:dk2>
          <a:srgbClr val="27286A"/>
        </a:dk2>
        <a:lt2>
          <a:srgbClr val="F2F2F2"/>
        </a:lt2>
        <a:accent1>
          <a:srgbClr val="FD3267"/>
        </a:accent1>
        <a:accent2>
          <a:srgbClr val="F08641"/>
        </a:accent2>
        <a:accent3>
          <a:srgbClr val="FFC330"/>
        </a:accent3>
        <a:accent4>
          <a:srgbClr val="6A6FAA"/>
        </a:accent4>
        <a:accent5>
          <a:srgbClr val="00BCB0"/>
        </a:accent5>
        <a:accent6>
          <a:srgbClr val="B79251"/>
        </a:accent6>
        <a:hlink>
          <a:srgbClr val="27286A"/>
        </a:hlink>
        <a:folHlink>
          <a:srgbClr val="27286A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axsana" id="{22B5AE77-4356-4C65-B426-81A0FD551618}" vid="{C378A87C-7D3F-4F2C-9DD6-A122880ECC8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0B2F131BEE5C45A841AD8D29368CA6" ma:contentTypeVersion="11" ma:contentTypeDescription="Ein neues Dokument erstellen." ma:contentTypeScope="" ma:versionID="7241fb47a1cb9e12ba3ca7b0d5699f8d">
  <xsd:schema xmlns:xsd="http://www.w3.org/2001/XMLSchema" xmlns:xs="http://www.w3.org/2001/XMLSchema" xmlns:p="http://schemas.microsoft.com/office/2006/metadata/properties" xmlns:ns2="30c9a8f8-e8da-436c-9d02-c9c0b35b7dba" xmlns:ns3="f1b1844c-31a2-4dd0-96a6-f70a6ca645b8" targetNamespace="http://schemas.microsoft.com/office/2006/metadata/properties" ma:root="true" ma:fieldsID="35d37abafc248a754fa1cc69caaa13fb" ns2:_="" ns3:_="">
    <xsd:import namespace="30c9a8f8-e8da-436c-9d02-c9c0b35b7dba"/>
    <xsd:import namespace="f1b1844c-31a2-4dd0-96a6-f70a6ca645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c9a8f8-e8da-436c-9d02-c9c0b35b7d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b1844c-31a2-4dd0-96a6-f70a6ca645b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124DB0-4028-40DD-859D-6F1C7046F0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3AAF0E-A428-4F69-A2DA-F57FCB60A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c9a8f8-e8da-436c-9d02-c9c0b35b7dba"/>
    <ds:schemaRef ds:uri="f1b1844c-31a2-4dd0-96a6-f70a6ca645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FD9D13-A25C-42E9-98DB-3B5DC28A37F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48ADC2-EE55-4BD9-AA93-4713916F263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XAD_Dokumentvorlage_hoch</Template>
  <TotalTime>0</TotalTime>
  <Pages>5</Pages>
  <Words>367</Words>
  <Characters>2315</Characters>
  <Application>Microsoft Office Word</Application>
  <DocSecurity>0</DocSecurity>
  <Lines>19</Lines>
  <Paragraphs>5</Paragraphs>
  <ScaleCrop>false</ScaleCrop>
  <Manager/>
  <Company>XAD-Stammgemeinschaft</Company>
  <LinksUpToDate>false</LinksUpToDate>
  <CharactersWithSpaces>2677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Céline Guillod</dc:creator>
  <cp:keywords/>
  <dc:description/>
  <cp:lastModifiedBy>Celine Guillod</cp:lastModifiedBy>
  <cp:revision>5</cp:revision>
  <cp:lastPrinted>2020-06-11T12:20:00Z</cp:lastPrinted>
  <dcterms:created xsi:type="dcterms:W3CDTF">2020-12-03T09:06:00Z</dcterms:created>
  <dcterms:modified xsi:type="dcterms:W3CDTF">2020-12-04T10:51:00Z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0x010100C70B2F131BEE5C45A841AD8D29368CA6</vt:lpwstr>
  </property>
</Properties>
</file>